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6BF0E" w14:textId="300DA82A" w:rsidR="0046382E" w:rsidRPr="0046382E" w:rsidRDefault="004F4730" w:rsidP="0046382E">
      <w:pPr>
        <w:pStyle w:val="Alcm-Nv"/>
        <w:spacing w:line="276" w:lineRule="auto"/>
        <w:rPr>
          <w:sz w:val="56"/>
          <w:szCs w:val="56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64927" behindDoc="1" locked="0" layoutInCell="1" allowOverlap="1" wp14:anchorId="3472B23B" wp14:editId="70E2AFEA">
                <wp:simplePos x="0" y="0"/>
                <wp:positionH relativeFrom="column">
                  <wp:posOffset>-516467</wp:posOffset>
                </wp:positionH>
                <wp:positionV relativeFrom="page">
                  <wp:posOffset>0</wp:posOffset>
                </wp:positionV>
                <wp:extent cx="7691755" cy="1371600"/>
                <wp:effectExtent l="0" t="0" r="444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1755" cy="137160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3C4BD" id="Rectangle 8" o:spid="_x0000_s1026" style="position:absolute;margin-left:-40.65pt;margin-top:0;width:605.65pt;height:108pt;z-index:-2513515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" fillcolor="#00acef" stroked="f" strokeweight="1pt">
                <w10:wrap anchory="page"/>
              </v:rect>
            </w:pict>
          </mc:Fallback>
        </mc:AlternateContent>
      </w:r>
      <w:r w:rsidR="0046382E" w:rsidRPr="000930AA">
        <w:rPr>
          <w:sz w:val="56"/>
          <w:szCs w:val="56"/>
        </w:rPr>
        <w:t>marketing koordináto</w:t>
      </w:r>
      <w:r w:rsidR="0046382E">
        <w:rPr>
          <w:sz w:val="56"/>
          <w:szCs w:val="56"/>
        </w:rPr>
        <w:t>r</w:t>
      </w:r>
    </w:p>
    <w:p w14:paraId="4ADCF9B1" w14:textId="377F7739" w:rsidR="00C04413" w:rsidRPr="00AE6AE1" w:rsidRDefault="0046382E" w:rsidP="005B4A6B">
      <w:pPr>
        <w:pStyle w:val="Cm-Pozci"/>
        <w:spacing w:after="0"/>
        <w:rPr>
          <w:rStyle w:val="Hiperhivatkozs"/>
          <w:color w:val="FFFFFF" w:themeColor="background1"/>
          <w:sz w:val="28"/>
          <w:szCs w:val="28"/>
          <w:u w:val="none"/>
        </w:rPr>
      </w:pPr>
      <w:r>
        <w:rPr>
          <w:sz w:val="28"/>
          <w:szCs w:val="28"/>
        </w:rPr>
        <w:t>Minta Péter</w:t>
      </w:r>
    </w:p>
    <w:p w14:paraId="049C8452" w14:textId="650A476A" w:rsidR="00AE6AE1" w:rsidRDefault="00AE6AE1" w:rsidP="00AE6AE1">
      <w:pPr>
        <w:spacing w:after="0" w:line="480" w:lineRule="auto"/>
        <w:ind w:firstLine="567"/>
        <w:rPr>
          <w:rStyle w:val="Hiperhivatkozs"/>
          <w:rFonts w:ascii="Arial" w:hAnsi="Arial" w:cs="Arial"/>
          <w:color w:val="00ACEF"/>
          <w:sz w:val="18"/>
          <w:szCs w:val="18"/>
          <w:u w:val="none"/>
        </w:rPr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843070" behindDoc="0" locked="0" layoutInCell="1" allowOverlap="1" wp14:anchorId="19C05374" wp14:editId="44BB17F8">
                <wp:simplePos x="0" y="0"/>
                <wp:positionH relativeFrom="column">
                  <wp:posOffset>2219960</wp:posOffset>
                </wp:positionH>
                <wp:positionV relativeFrom="paragraph">
                  <wp:posOffset>247650</wp:posOffset>
                </wp:positionV>
                <wp:extent cx="195580" cy="195580"/>
                <wp:effectExtent l="0" t="0" r="7620" b="762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" cy="195580"/>
                          <a:chOff x="0" y="0"/>
                          <a:chExt cx="195580" cy="195580"/>
                        </a:xfrm>
                      </wpg:grpSpPr>
                      <wps:wsp>
                        <wps:cNvPr id="17" name="Oval 17"/>
                        <wps:cNvSpPr/>
                        <wps:spPr>
                          <a:xfrm>
                            <a:off x="0" y="0"/>
                            <a:ext cx="195580" cy="195580"/>
                          </a:xfrm>
                          <a:prstGeom prst="ellipse">
                            <a:avLst/>
                          </a:prstGeom>
                          <a:solidFill>
                            <a:srgbClr val="0282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Graphic 1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7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0640" y="3810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EC497C" id="Group 10" o:spid="_x0000_s1026" style="position:absolute;margin-left:174.8pt;margin-top:19.5pt;width:15.4pt;height:15.4pt;z-index:251843070" coordsize="195580,19558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">
                <v:oval id="Oval 17" o:spid="_x0000_s1027" style="position:absolute;width:195580;height:1955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NwD7wQAA&#10;ANsAAAAPAAAAZHJzL2Rvd25yZXYueG1sRE/basJAEH0X+g/LCH2rm9hSJbpKLVhKpAUvHzBkxySY&#10;nUmzW41/7xYKvs3hXGe+7F2jztT5WthAOkpAERdiay4NHPbrpykoH5AtNsJk4EoelouHwRwzKxfe&#10;0nkXShVD2GdooAqhzbT2RUUO/Uha4sgdpXMYIuxKbTu8xHDX6HGSvGqHNceGClt6r6g47X6dgVy+&#10;83Sz+smf3ebLrdMPmQq+GPM47N9moAL14S7+d3/aOH8Cf7/EA/Ti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DcA+8EAAADbAAAADwAAAAAAAAAAAAAAAACXAgAAZHJzL2Rvd25y&#10;ZXYueG1sUEsFBgAAAAAEAAQA9QAAAIUDAAAAAA==&#10;" fillcolor="#0282b0" stroked="f" strokeweight="1pt">
                  <v:stroke joinstyle="miter"/>
                </v:oval>
                <v:shape id="Graphic 18" o:spid="_x0000_s1028" type="#_x0000_t75" style="position:absolute;left:40640;top:38100;width:118745;height:1187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7D&#10;o8XFAAAA2wAAAA8AAABkcnMvZG93bnJldi54bWxEj09rwzAMxe+Dfgejwi6jddqNUdK6Zax0bLDL&#10;+veqxmocGssh9tLs20+HwW4S7+m9nxar3teqozZWgQ1Mxhko4iLYiksD+91mNAMVE7LFOjAZ+KEI&#10;q+XgboG5DTf+om6bSiUhHHM04FJqcq1j4chjHIeGWLRLaD0mWdtS2xZvEu5rPc2yZ+2xYmlw2NCr&#10;o+K6/fYGLo+ng9YfT+sHfzp7d+6Kt2P1acz9sH+Zg0rUp3/z3/W7FXyBlV9kAL38BQ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uw6PFxQAAANsAAAAPAAAAAAAAAAAAAAAAAJwC&#10;AABkcnMvZG93bnJldi54bWxQSwUGAAAAAAQABAD3AAAAjgMAAAAA&#10;">
                  <v:imagedata r:id="rId18" o:title=""/>
                  <v:path arrowok="t"/>
                </v:shape>
              </v:group>
            </w:pict>
          </mc:Fallback>
        </mc:AlternateContent>
      </w: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841023" behindDoc="0" locked="0" layoutInCell="1" allowOverlap="1" wp14:anchorId="201BFBC9" wp14:editId="3B288BC1">
                <wp:simplePos x="0" y="0"/>
                <wp:positionH relativeFrom="column">
                  <wp:posOffset>15240</wp:posOffset>
                </wp:positionH>
                <wp:positionV relativeFrom="paragraph">
                  <wp:posOffset>250825</wp:posOffset>
                </wp:positionV>
                <wp:extent cx="195580" cy="195580"/>
                <wp:effectExtent l="0" t="0" r="7620" b="762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" cy="195580"/>
                          <a:chOff x="0" y="0"/>
                          <a:chExt cx="195580" cy="195580"/>
                        </a:xfrm>
                      </wpg:grpSpPr>
                      <wps:wsp>
                        <wps:cNvPr id="26" name="Oval 26"/>
                        <wps:cNvSpPr/>
                        <wps:spPr>
                          <a:xfrm>
                            <a:off x="0" y="0"/>
                            <a:ext cx="195580" cy="195580"/>
                          </a:xfrm>
                          <a:prstGeom prst="ellipse">
                            <a:avLst/>
                          </a:prstGeom>
                          <a:solidFill>
                            <a:srgbClr val="0282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Graphic 29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1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0640" y="3810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F1E427" id="Group 25" o:spid="_x0000_s1026" style="position:absolute;margin-left:1.2pt;margin-top:19.75pt;width:15.4pt;height:15.4pt;z-index:251841023" coordsize="195580,19558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">
                <v:oval id="Oval 26" o:spid="_x0000_s1027" style="position:absolute;width:195580;height:1955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F2/dxAAA&#10;ANsAAAAPAAAAZHJzL2Rvd25yZXYueG1sRI/dasJAFITvhb7Dcgq9q5vYIiG6SitYSqSCPw9wyB6T&#10;YPacmN1q+vbdQsHLYWa+YebLwbXqSr1vhA2k4wQUcSm24crA8bB+zkD5gGyxFSYDP+RhuXgYzTG3&#10;cuMdXfehUhHCPkcDdQhdrrUva3Lox9IRR+8kvcMQZV9p2+Mtwl2rJ0ky1Q4bjgs1drSqqTzvv52B&#10;QrZFunm/FC9u8+XW6Ydkgq/GPD0ObzNQgYZwD/+3P62ByRT+vsQfoB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Rdv3cQAAADbAAAADwAAAAAAAAAAAAAAAACXAgAAZHJzL2Rv&#10;d25yZXYueG1sUEsFBgAAAAAEAAQA9QAAAIgDAAAAAA==&#10;" fillcolor="#0282b0" stroked="f" strokeweight="1pt">
                  <v:stroke joinstyle="miter"/>
                </v:oval>
                <v:shape id="Graphic 29" o:spid="_x0000_s1028" type="#_x0000_t75" style="position:absolute;left:40640;top:38100;width:118745;height:1187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">
                  <v:imagedata r:id="rId20" o:title=""/>
                  <v:path arrowok="t"/>
                </v:shape>
              </v:group>
            </w:pict>
          </mc:Fallback>
        </mc:AlternateContent>
      </w:r>
    </w:p>
    <w:p w14:paraId="58435CD3" w14:textId="06CA2B64" w:rsidR="00561A0A" w:rsidRPr="00D65D26" w:rsidRDefault="00F02330" w:rsidP="00561A0A">
      <w:pPr>
        <w:spacing w:after="0" w:line="480" w:lineRule="auto"/>
        <w:ind w:firstLine="567"/>
        <w:rPr>
          <w:rFonts w:ascii="Arial" w:hAnsi="Arial" w:cs="Arial"/>
          <w:color w:val="00ACEF"/>
        </w:rPr>
        <w:sectPr w:rsidR="00561A0A" w:rsidRPr="00D65D26" w:rsidSect="00046071">
          <w:headerReference w:type="default" r:id="rId21"/>
          <w:footerReference w:type="default" r:id="rId22"/>
          <w:type w:val="continuous"/>
          <w:pgSz w:w="11900" w:h="16840"/>
          <w:pgMar w:top="720" w:right="720" w:bottom="720" w:left="720" w:header="283" w:footer="708" w:gutter="0"/>
          <w:cols w:space="708"/>
          <w:docGrid w:linePitch="360"/>
        </w:sect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5119" behindDoc="0" locked="0" layoutInCell="1" allowOverlap="1" wp14:anchorId="06C8F991" wp14:editId="53E1BBF8">
                <wp:simplePos x="0" y="0"/>
                <wp:positionH relativeFrom="column">
                  <wp:posOffset>1864995</wp:posOffset>
                </wp:positionH>
                <wp:positionV relativeFrom="paragraph">
                  <wp:posOffset>685469</wp:posOffset>
                </wp:positionV>
                <wp:extent cx="647700" cy="85090"/>
                <wp:effectExtent l="0" t="0" r="1270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DF105" id="Rectangle 45" o:spid="_x0000_s1026" style="position:absolute;margin-left:146.85pt;margin-top:53.95pt;width:51pt;height:6.7pt;z-index:251845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" fillcolor="#00acef" stroked="f" strokeweight="1pt"/>
            </w:pict>
          </mc:Fallback>
        </mc:AlternateContent>
      </w:r>
      <w:r w:rsidR="0013200B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7167" behindDoc="0" locked="0" layoutInCell="1" allowOverlap="1" wp14:anchorId="6E5CFEAF" wp14:editId="02BFF01C">
                <wp:simplePos x="0" y="0"/>
                <wp:positionH relativeFrom="column">
                  <wp:posOffset>4280369</wp:posOffset>
                </wp:positionH>
                <wp:positionV relativeFrom="paragraph">
                  <wp:posOffset>700405</wp:posOffset>
                </wp:positionV>
                <wp:extent cx="4319905" cy="86360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7DAACD" id="Rectangle 46" o:spid="_x0000_s1026" style="position:absolute;margin-left:337.05pt;margin-top:55.15pt;width:340.15pt;height:6.8pt;z-index:251847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" fillcolor="#00acef" stroked="f" strokeweight="1pt"/>
            </w:pict>
          </mc:Fallback>
        </mc:AlternateContent>
      </w:r>
      <w:r w:rsidR="00B42C2E" w:rsidRPr="00BF24EE">
        <w:rPr>
          <w:rStyle w:val="Hiperhivatkozs"/>
          <w:rFonts w:ascii="Arial" w:hAnsi="Arial" w:cs="Arial"/>
          <w:color w:val="00ACEF"/>
          <w:u w:val="none"/>
        </w:rPr>
        <w:t>minta.peter</w:t>
      </w:r>
      <w:r w:rsidR="00AE6AE1" w:rsidRPr="00BF24EE">
        <w:rPr>
          <w:rStyle w:val="Hiperhivatkozs"/>
          <w:rFonts w:ascii="Arial" w:hAnsi="Arial" w:cs="Arial"/>
          <w:color w:val="00ACEF"/>
          <w:u w:val="none"/>
        </w:rPr>
        <w:t>@gmail.com</w:t>
      </w:r>
      <w:r w:rsidR="00AE6AE1">
        <w:rPr>
          <w:rStyle w:val="Hiperhivatkozs"/>
          <w:rFonts w:ascii="Arial" w:hAnsi="Arial" w:cs="Arial"/>
          <w:color w:val="00ACEF"/>
          <w:sz w:val="18"/>
          <w:szCs w:val="18"/>
          <w:u w:val="none"/>
        </w:rPr>
        <w:tab/>
      </w:r>
      <w:r w:rsidR="00AE6AE1">
        <w:rPr>
          <w:rStyle w:val="Hiperhivatkozs"/>
          <w:rFonts w:ascii="Arial" w:hAnsi="Arial" w:cs="Arial"/>
          <w:color w:val="00ACEF"/>
          <w:sz w:val="18"/>
          <w:szCs w:val="18"/>
          <w:u w:val="none"/>
        </w:rPr>
        <w:tab/>
      </w:r>
      <w:r w:rsidR="00AE6AE1" w:rsidRPr="00BF24EE">
        <w:rPr>
          <w:rFonts w:ascii="Arial" w:hAnsi="Arial" w:cs="Arial"/>
          <w:color w:val="00ACEF"/>
        </w:rPr>
        <w:t xml:space="preserve">+36 20 </w:t>
      </w:r>
      <w:r w:rsidR="00B42C2E" w:rsidRPr="00BF24EE">
        <w:rPr>
          <w:rFonts w:ascii="Arial" w:hAnsi="Arial" w:cs="Arial"/>
          <w:color w:val="00ACEF"/>
        </w:rPr>
        <w:t>222</w:t>
      </w:r>
      <w:r w:rsidR="00AE6AE1" w:rsidRPr="00BF24EE">
        <w:rPr>
          <w:rFonts w:ascii="Arial" w:hAnsi="Arial" w:cs="Arial"/>
          <w:color w:val="00ACEF"/>
        </w:rPr>
        <w:t xml:space="preserve"> 11 </w:t>
      </w:r>
      <w:r w:rsidR="00B42C2E" w:rsidRPr="00BF24EE">
        <w:rPr>
          <w:rFonts w:ascii="Arial" w:hAnsi="Arial" w:cs="Arial"/>
          <w:color w:val="00ACEF"/>
        </w:rPr>
        <w:t>11</w:t>
      </w:r>
      <w:r w:rsidR="003247F7">
        <w:rPr>
          <w:rFonts w:ascii="Arial" w:hAnsi="Arial" w:cs="Arial"/>
          <w:color w:val="00ACEF"/>
        </w:rPr>
        <w:br/>
      </w:r>
    </w:p>
    <w:p w14:paraId="5A7C2F1A" w14:textId="6927D5CE" w:rsidR="00BE0B3A" w:rsidRPr="00BE0B3A" w:rsidRDefault="00CE416A" w:rsidP="00D87A2C">
      <w:pPr>
        <w:pStyle w:val="Idzet-Szerz"/>
        <w:rPr>
          <w:rFonts w:ascii="Arial" w:hAnsi="Arial"/>
          <w:sz w:val="20"/>
          <w:szCs w:val="20"/>
        </w:rPr>
      </w:pP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lastRenderedPageBreak/>
        <w:t>„Kivételes képzelőerővel megáldott, rendkívül széles látókörű személy, akivel nagyon könnyen megtaláltuk a közös hangot a marketing munka során. Ha pár szóval tudnám jellemezni, abban biztosan ott lennének az "egyedi", az "igényes", a "precíz", az "ötletes" és a "humoros" szavak. Hamar megérti a problémákat és a rendszerek lényegét. Jó kézügyességű, értelmes, naprakész ember.”</w:t>
      </w: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br/>
      </w: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br/>
      </w:r>
      <w:r w:rsidR="0068534A" w:rsidRPr="001D2EB4">
        <w:rPr>
          <w:rFonts w:ascii="Arial" w:hAnsi="Arial"/>
          <w:sz w:val="20"/>
          <w:szCs w:val="20"/>
        </w:rPr>
        <w:t>Námeth Ágnes, az IL Treno</w:t>
      </w:r>
      <w:r w:rsidRPr="001D2EB4">
        <w:rPr>
          <w:rFonts w:ascii="Arial" w:hAnsi="Arial"/>
          <w:sz w:val="20"/>
          <w:szCs w:val="20"/>
        </w:rPr>
        <w:t xml:space="preserve"> egykori marketing vezetője, jelenleg a Maxxon Reklám Kft. reklámügynökség stratégiai és marketing igazgatója</w:t>
      </w:r>
    </w:p>
    <w:p w14:paraId="62830CBE" w14:textId="6BA07C37" w:rsidR="00214CD3" w:rsidRPr="007C3364" w:rsidRDefault="00A80C07" w:rsidP="00433F39">
      <w:pPr>
        <w:pStyle w:val="H1"/>
        <w:spacing w:after="120"/>
        <w:ind w:left="1304"/>
      </w:pPr>
      <w:r>
        <w:br w:type="column"/>
      </w:r>
      <w:r w:rsidR="00214CD3" w:rsidRPr="00556528">
        <w:lastRenderedPageBreak/>
        <w:t>Célkitűzés</w:t>
      </w:r>
    </w:p>
    <w:p w14:paraId="48A10FAE" w14:textId="65E36FA2" w:rsidR="005B4A6B" w:rsidRPr="00DE0BD2" w:rsidRDefault="007C3364" w:rsidP="005B4A6B">
      <w:pPr>
        <w:pStyle w:val="Folyszveg"/>
        <w:spacing w:after="240"/>
        <w:jc w:val="both"/>
        <w:rPr>
          <w:sz w:val="22"/>
          <w:szCs w:val="22"/>
        </w:rPr>
      </w:pPr>
      <w:r w:rsidRPr="007C3364">
        <w:rPr>
          <w:sz w:val="22"/>
          <w:szCs w:val="22"/>
        </w:rPr>
        <w:t>Marketing koordinátor pozícióban szeretném a South. Kft. csapatát erősíteni, hogy a marketingben és tartalomfejlesztésben szerzett széleskörű tapasztalataimat, kiemelkedő kommunikációs és szövegírói készségemet velük együtt kamatoztathassam.</w:t>
      </w:r>
    </w:p>
    <w:p w14:paraId="18CC5158" w14:textId="50FE7A9A" w:rsidR="00AC3AF7" w:rsidRPr="00AC3AF7" w:rsidRDefault="002D6A64" w:rsidP="00C411B8">
      <w:pPr>
        <w:pStyle w:val="H1"/>
        <w:spacing w:after="12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51615" behindDoc="0" locked="0" layoutInCell="1" allowOverlap="1" wp14:anchorId="47FAE11B" wp14:editId="0BD18CC5">
                <wp:simplePos x="0" y="0"/>
                <wp:positionH relativeFrom="column">
                  <wp:posOffset>3077127</wp:posOffset>
                </wp:positionH>
                <wp:positionV relativeFrom="paragraph">
                  <wp:posOffset>69850</wp:posOffset>
                </wp:positionV>
                <wp:extent cx="3656965" cy="86360"/>
                <wp:effectExtent l="0" t="0" r="635" b="0"/>
                <wp:wrapNone/>
                <wp:docPr id="1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6965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E8417" id="Rectangle 46" o:spid="_x0000_s1026" style="position:absolute;margin-left:242.3pt;margin-top:5.5pt;width:287.95pt;height:6.8pt;z-index:251951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" fillcolor="#00acef" stroked="f" strokeweight="1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53663" behindDoc="0" locked="0" layoutInCell="1" allowOverlap="1" wp14:anchorId="51EA43CD" wp14:editId="5C8E943E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19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43375" id="Rectangle 45" o:spid="_x0000_s1026" style="position:absolute;margin-left:-2.15pt;margin-top:5.2pt;width:51pt;height:6.7pt;z-index:251953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" fillcolor="#00acef" stroked="f" strokeweight="1pt"/>
            </w:pict>
          </mc:Fallback>
        </mc:AlternateContent>
      </w:r>
      <w:r w:rsidR="00AC3AF7">
        <w:t>Főbb eredmények</w:t>
      </w:r>
    </w:p>
    <w:p w14:paraId="23F76863" w14:textId="77777777" w:rsidR="00967B31" w:rsidRPr="001978B6" w:rsidRDefault="00967B31" w:rsidP="005F183F">
      <w:pPr>
        <w:pStyle w:val="Felsorols1"/>
        <w:spacing w:after="100"/>
        <w:jc w:val="both"/>
        <w:rPr>
          <w:sz w:val="22"/>
          <w:szCs w:val="22"/>
        </w:rPr>
      </w:pPr>
      <w:r w:rsidRPr="001978B6">
        <w:rPr>
          <w:sz w:val="22"/>
          <w:szCs w:val="22"/>
        </w:rPr>
        <w:t>2013-ban az IL Treno étteremlánc marketing csapatával elnyertük a SUPERBRANDS minősítést és díjat.</w:t>
      </w:r>
    </w:p>
    <w:p w14:paraId="55B3F6B3" w14:textId="69B101A3" w:rsidR="008910B6" w:rsidRPr="008910B6" w:rsidRDefault="00967B31" w:rsidP="008910B6">
      <w:pPr>
        <w:pStyle w:val="Felsorols1"/>
        <w:spacing w:after="100"/>
        <w:jc w:val="both"/>
        <w:rPr>
          <w:sz w:val="22"/>
          <w:szCs w:val="22"/>
        </w:rPr>
      </w:pPr>
      <w:r w:rsidRPr="001978B6">
        <w:rPr>
          <w:sz w:val="22"/>
          <w:szCs w:val="22"/>
        </w:rPr>
        <w:t>Marketing menedzserként az XYZ sportegyesület online felületeit, így honlapját, több mint 4.500 fős követői csoportú Facebook oldalát, 2.500.000-s össznézettséget és 2.000 feliratkozót jegyző YouTube csatornáját 2 év alatt a sportág legnépszerűbb és leglátogatottabb nemzetközi felületeivé tettem.</w:t>
      </w:r>
    </w:p>
    <w:p w14:paraId="2039EBBF" w14:textId="233879B0" w:rsidR="005B4A6B" w:rsidRPr="005B4A6B" w:rsidRDefault="00967B31" w:rsidP="005B4A6B">
      <w:pPr>
        <w:pStyle w:val="Felsorols1"/>
        <w:spacing w:after="240"/>
        <w:jc w:val="both"/>
        <w:rPr>
          <w:sz w:val="22"/>
          <w:szCs w:val="22"/>
        </w:rPr>
      </w:pPr>
      <w:r w:rsidRPr="001978B6">
        <w:rPr>
          <w:sz w:val="22"/>
          <w:szCs w:val="22"/>
        </w:rPr>
        <w:t>Népszerűsítő munkámnak is köszönhetően az egyesület létszáma 3 év alatt 50%-kal nőtt, közel 170 igazolt versenyzővel, és mintegy 700 szabadidős sportolójával mára Magyarország legnagyobb és legeredményesebb xxx sport egyesülete. Az XYZ 2014-ben és 2015-ben a világ legeredményesebb akrobatikus rock and roll klubja lett.</w:t>
      </w:r>
    </w:p>
    <w:p w14:paraId="682FF4AE" w14:textId="0D126F76" w:rsidR="00B87618" w:rsidRPr="0036566D" w:rsidRDefault="00B87618" w:rsidP="0036566D">
      <w:pPr>
        <w:pStyle w:val="H1"/>
        <w:spacing w:after="12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55711" behindDoc="0" locked="0" layoutInCell="1" allowOverlap="1" wp14:anchorId="6AD05D92" wp14:editId="45B6750A">
                <wp:simplePos x="0" y="0"/>
                <wp:positionH relativeFrom="column">
                  <wp:posOffset>2275840</wp:posOffset>
                </wp:positionH>
                <wp:positionV relativeFrom="paragraph">
                  <wp:posOffset>58420</wp:posOffset>
                </wp:positionV>
                <wp:extent cx="4456430" cy="86360"/>
                <wp:effectExtent l="0" t="0" r="0" b="0"/>
                <wp:wrapNone/>
                <wp:docPr id="23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6430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E3688" id="Rectangle 46" o:spid="_x0000_s1026" style="position:absolute;margin-left:179.2pt;margin-top:4.6pt;width:350.9pt;height:6.8pt;z-index:251955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" fillcolor="#00acef" stroked="f" strokeweight="1pt"/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56735" behindDoc="0" locked="0" layoutInCell="1" allowOverlap="1" wp14:anchorId="35594D16" wp14:editId="3DEF2101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43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8AC61A" id="Rectangle 45" o:spid="_x0000_s1026" style="position:absolute;margin-left:-2.15pt;margin-top:5.2pt;width:51pt;height:6.7pt;z-index:2519567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" fillcolor="#00acef" stroked="f" strokeweight="1pt"/>
            </w:pict>
          </mc:Fallback>
        </mc:AlternateContent>
      </w:r>
      <w:r>
        <w:t>erősségek</w:t>
      </w:r>
    </w:p>
    <w:p w14:paraId="4B887F2D" w14:textId="3FB2EE23" w:rsidR="00C75FB6" w:rsidRDefault="0036566D" w:rsidP="005F183F">
      <w:pPr>
        <w:pStyle w:val="Felsorols1"/>
        <w:spacing w:after="100"/>
        <w:jc w:val="both"/>
        <w:rPr>
          <w:sz w:val="22"/>
          <w:szCs w:val="22"/>
        </w:rPr>
      </w:pPr>
      <w:r w:rsidRPr="00FF7153">
        <w:rPr>
          <w:b/>
          <w:sz w:val="22"/>
          <w:szCs w:val="22"/>
        </w:rPr>
        <w:t>Tartalommarketing kompetencia:</w:t>
      </w:r>
      <w:r w:rsidRPr="0036566D">
        <w:rPr>
          <w:sz w:val="22"/>
          <w:szCs w:val="22"/>
        </w:rPr>
        <w:t xml:space="preserve"> munkahelyeim szinte mindegyikénél levezényeltem online és offline tartalmak tervszerű előállítását, szöveg alapú kommunikációs elemek mellett jó érzékkel és ízléssel kezelem a képi és videós anyagokat, ezek manipulálásához szükséges programokat. Honlapok tartalomfejlesztésében is szereztem tapasztalatot, nem riadok vissza a SEO beállítástól, sem az Adwords-től, az internetes hirdetéskezelés terén folyamatosan frissítem ismereteim.</w:t>
      </w:r>
    </w:p>
    <w:p w14:paraId="26442E1C" w14:textId="6A0CEE96" w:rsidR="00D74528" w:rsidRDefault="00613EFE" w:rsidP="00D74528">
      <w:pPr>
        <w:pStyle w:val="Felsorols1"/>
        <w:spacing w:after="100"/>
        <w:jc w:val="both"/>
        <w:rPr>
          <w:sz w:val="22"/>
          <w:szCs w:val="22"/>
        </w:rPr>
      </w:pPr>
      <w:r w:rsidRPr="00FF7153">
        <w:rPr>
          <w:b/>
          <w:sz w:val="22"/>
          <w:szCs w:val="22"/>
        </w:rPr>
        <w:t>Social media tapasztalat:</w:t>
      </w:r>
      <w:r w:rsidRPr="00C75FB6">
        <w:rPr>
          <w:sz w:val="22"/>
          <w:szCs w:val="22"/>
        </w:rPr>
        <w:t xml:space="preserve"> sikeresen menedzselem a pár 1000 és akár a több 10.000 fős követőicsoportokkal rendelkező közösségi médiaoldalakat, napi szinten kezelek és látok el tartalommal Facebook, YouTube, Instagram profilokat.</w:t>
      </w:r>
    </w:p>
    <w:p w14:paraId="372D9957" w14:textId="76A99582" w:rsidR="005B4A6B" w:rsidRPr="005B4A6B" w:rsidRDefault="005B4A6B" w:rsidP="005B4A6B">
      <w:pPr>
        <w:pStyle w:val="Felsorols1"/>
        <w:spacing w:after="100"/>
        <w:jc w:val="both"/>
        <w:rPr>
          <w:sz w:val="22"/>
          <w:szCs w:val="22"/>
        </w:rPr>
      </w:pPr>
      <w:r w:rsidRPr="00ED5338">
        <w:rPr>
          <w:b/>
          <w:sz w:val="22"/>
          <w:szCs w:val="22"/>
        </w:rPr>
        <w:t>Szövegírói tehetség:</w:t>
      </w:r>
      <w:r w:rsidRPr="00ED5338">
        <w:rPr>
          <w:sz w:val="22"/>
          <w:szCs w:val="22"/>
        </w:rPr>
        <w:t xml:space="preserve"> 1999-ben az országban elsőként elnyertem a Magyar Egyetemi és Főiskolai Sajtó Egyesület által kiírt „Az Év Írása” pályázaton „Az Év Diákújságírója” címet, 2000-ben a publicisztika kategóriában nyertem. Neves lapokban jelentek meg írásaim, részt vettem több novellaíró pályázaton, lassan 20 éve írok különféle internetes felületeken.</w:t>
      </w:r>
    </w:p>
    <w:p w14:paraId="4A56EEDA" w14:textId="721D625F" w:rsidR="00B21B74" w:rsidRDefault="00CA6234" w:rsidP="00B21B74">
      <w:pPr>
        <w:pStyle w:val="Idzet-Szerz"/>
        <w:rPr>
          <w:rFonts w:ascii="Arial" w:hAnsi="Arial"/>
          <w:sz w:val="20"/>
          <w:szCs w:val="20"/>
        </w:rPr>
      </w:pP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lastRenderedPageBreak/>
        <w:t>„Talpraesett, közvetlen stílusát remekül kiegészíti szervezőkészsége, pontos munkavégzése, határidő-érzékenysége. Mind írásban, mind szóban kiválóan kommunikál, szeret és tud játszani a szavakkal, írói vénáját a marketing területén is tudja kamatoztatni. Kitartó, következetes és céltudatos, nem riad vissza az akadályoktól, kihívásnak tekinti azokat.”</w:t>
      </w: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br/>
      </w:r>
      <w:r w:rsidRPr="001D2EB4">
        <w:rPr>
          <w:rFonts w:ascii="Arial" w:hAnsi="Arial"/>
          <w:b w:val="0"/>
          <w:bCs w:val="0"/>
          <w:i/>
          <w:iCs/>
          <w:color w:val="595959" w:themeColor="text1" w:themeTint="A6"/>
          <w:sz w:val="20"/>
          <w:szCs w:val="20"/>
        </w:rPr>
        <w:br/>
      </w:r>
      <w:r w:rsidRPr="001D2EB4">
        <w:rPr>
          <w:rFonts w:ascii="Arial" w:hAnsi="Arial"/>
          <w:sz w:val="20"/>
          <w:szCs w:val="20"/>
        </w:rPr>
        <w:t>Zsigri Judit, a MERt Egyetemi újság egykori főszerkesztője, újságíró</w:t>
      </w:r>
    </w:p>
    <w:p w14:paraId="6647F9A8" w14:textId="3EF76945" w:rsidR="00B55CE5" w:rsidRPr="00473B87" w:rsidRDefault="00B21B74" w:rsidP="00433F39">
      <w:pPr>
        <w:pStyle w:val="H1"/>
        <w:spacing w:after="120"/>
        <w:ind w:left="1304"/>
      </w:pPr>
      <w:r>
        <w:rPr>
          <w:sz w:val="20"/>
          <w:szCs w:val="20"/>
        </w:rPr>
        <w:br w:type="column"/>
      </w:r>
      <w:r w:rsidR="008E291F" w:rsidRPr="00F33207"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970047" behindDoc="0" locked="0" layoutInCell="1" allowOverlap="1" wp14:anchorId="0CCC76D1" wp14:editId="7807FF41">
                <wp:simplePos x="0" y="0"/>
                <wp:positionH relativeFrom="column">
                  <wp:posOffset>-27093</wp:posOffset>
                </wp:positionH>
                <wp:positionV relativeFrom="paragraph">
                  <wp:posOffset>396240</wp:posOffset>
                </wp:positionV>
                <wp:extent cx="189230" cy="188595"/>
                <wp:effectExtent l="0" t="0" r="0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E46DC1" id="Oval 24" o:spid="_x0000_s1026" style="position:absolute;margin-left:-2.15pt;margin-top:31.2pt;width:14.9pt;height:14.85pt;z-index:2519700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" fillcolor="#00acef" stroked="f" strokeweight="1pt">
                <v:stroke joinstyle="miter"/>
              </v:oval>
            </w:pict>
          </mc:Fallback>
        </mc:AlternateContent>
      </w:r>
      <w:r w:rsidR="00B55CE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66975" behindDoc="0" locked="0" layoutInCell="1" allowOverlap="1" wp14:anchorId="48FE2790" wp14:editId="670AEF51">
                <wp:simplePos x="0" y="0"/>
                <wp:positionH relativeFrom="column">
                  <wp:posOffset>3709035</wp:posOffset>
                </wp:positionH>
                <wp:positionV relativeFrom="paragraph">
                  <wp:posOffset>71755</wp:posOffset>
                </wp:positionV>
                <wp:extent cx="2970530" cy="86400"/>
                <wp:effectExtent l="0" t="0" r="1270" b="0"/>
                <wp:wrapNone/>
                <wp:docPr id="30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0530" cy="8640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43C23" id="Rectangle 46" o:spid="_x0000_s1026" style="position:absolute;margin-left:292.05pt;margin-top:5.65pt;width:233.9pt;height:6.8pt;z-index:251966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" fillcolor="#00acef" stroked="f" strokeweight="1pt"/>
            </w:pict>
          </mc:Fallback>
        </mc:AlternateContent>
      </w:r>
      <w:r w:rsidR="00B55CE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67999" behindDoc="0" locked="0" layoutInCell="1" allowOverlap="1" wp14:anchorId="1F17D525" wp14:editId="70589D4B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31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C6C45" id="Rectangle 45" o:spid="_x0000_s1026" style="position:absolute;margin-left:-2.15pt;margin-top:5.2pt;width:51pt;height:6.7pt;z-index:251967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" fillcolor="#00acef" stroked="f" strokeweight="1pt"/>
            </w:pict>
          </mc:Fallback>
        </mc:AlternateContent>
      </w:r>
      <w:r w:rsidR="00B55CE5">
        <w:t>szakmai tapasztalatok</w:t>
      </w:r>
    </w:p>
    <w:p w14:paraId="5BFBFAAE" w14:textId="788D9DC0" w:rsidR="00473B87" w:rsidRDefault="008E291F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2095" behindDoc="0" locked="0" layoutInCell="1" allowOverlap="1" wp14:anchorId="1B21EAD7" wp14:editId="355FCC40">
                <wp:simplePos x="0" y="0"/>
                <wp:positionH relativeFrom="column">
                  <wp:posOffset>50800</wp:posOffset>
                </wp:positionH>
                <wp:positionV relativeFrom="paragraph">
                  <wp:posOffset>87796</wp:posOffset>
                </wp:positionV>
                <wp:extent cx="45719" cy="1519080"/>
                <wp:effectExtent l="0" t="0" r="5715" b="5080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519080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355472" id="Oval 67" o:spid="_x0000_s1026" style="position:absolute;margin-left:4pt;margin-top:6.9pt;width:3.6pt;height:119.6pt;z-index:25197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" fillcolor="#00acef" stroked="f" strokeweight="1pt">
                <v:stroke joinstyle="miter"/>
              </v:oval>
            </w:pict>
          </mc:Fallback>
        </mc:AlternateContent>
      </w:r>
      <w:r w:rsidR="00473B87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Marketing Menedzser</w:t>
      </w:r>
      <w:r w:rsidR="00D74528">
        <w:tab/>
      </w:r>
      <w:r w:rsidR="00D74528">
        <w:tab/>
      </w:r>
      <w:r w:rsidR="004505A7">
        <w:tab/>
      </w:r>
      <w:r w:rsidR="00D74528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2013 - jelenleg</w:t>
      </w:r>
    </w:p>
    <w:p w14:paraId="46E12D4A" w14:textId="07D98F5B" w:rsidR="00FB3A38" w:rsidRPr="005E449F" w:rsidRDefault="00473B87" w:rsidP="00351925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XYZ Sportegyesület</w:t>
      </w:r>
    </w:p>
    <w:p w14:paraId="04DFB522" w14:textId="15348FAD" w:rsidR="00093939" w:rsidRDefault="003A2271" w:rsidP="00093939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3A2271">
        <w:rPr>
          <w:b/>
          <w:sz w:val="22"/>
          <w:szCs w:val="22"/>
        </w:rPr>
        <w:t>Magyarország legeredményesebb sportegyesülete.</w:t>
      </w:r>
      <w:r>
        <w:rPr>
          <w:sz w:val="22"/>
          <w:szCs w:val="22"/>
        </w:rPr>
        <w:t xml:space="preserve"> </w:t>
      </w:r>
      <w:r w:rsidR="00ED13FD" w:rsidRPr="00ED13FD">
        <w:rPr>
          <w:sz w:val="22"/>
          <w:szCs w:val="22"/>
        </w:rPr>
        <w:t>Honlap, Facebook felület, YouTube csatorna, Instagram, mobil applikáció kezelése, tartalomfejlesztése; médiaanyagok, videók, fényképek, nyomdai és internetes grafikai anyagok készítése</w:t>
      </w:r>
      <w:r w:rsidR="00774BFB">
        <w:rPr>
          <w:sz w:val="22"/>
          <w:szCs w:val="22"/>
        </w:rPr>
        <w:t>.</w:t>
      </w:r>
    </w:p>
    <w:p w14:paraId="079D2DA5" w14:textId="6BE9C369" w:rsidR="00F12E2A" w:rsidRPr="005E449F" w:rsidRDefault="00D74528" w:rsidP="00CF2632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8239" behindDoc="0" locked="0" layoutInCell="1" allowOverlap="1" wp14:anchorId="0D03E980" wp14:editId="045BB188">
                <wp:simplePos x="0" y="0"/>
                <wp:positionH relativeFrom="column">
                  <wp:posOffset>50800</wp:posOffset>
                </wp:positionH>
                <wp:positionV relativeFrom="paragraph">
                  <wp:posOffset>115542</wp:posOffset>
                </wp:positionV>
                <wp:extent cx="45085" cy="1653350"/>
                <wp:effectExtent l="0" t="0" r="5715" b="0"/>
                <wp:wrapNone/>
                <wp:docPr id="38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653350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8BDF94" id="Oval 67" o:spid="_x0000_s1026" style="position:absolute;margin-left:4pt;margin-top:9.1pt;width:3.55pt;height:130.2pt;z-index:25197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" fillcolor="#00acef" stroked="f" strokeweight="1pt">
                <v:stroke joinstyle="miter"/>
              </v:oval>
            </w:pict>
          </mc:Fallback>
        </mc:AlternateContent>
      </w:r>
      <w:r w:rsidR="005E449F" w:rsidRPr="00F3320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4143" behindDoc="0" locked="0" layoutInCell="1" allowOverlap="1" wp14:anchorId="310FF990" wp14:editId="5BD1F746">
                <wp:simplePos x="0" y="0"/>
                <wp:positionH relativeFrom="column">
                  <wp:posOffset>-26035</wp:posOffset>
                </wp:positionH>
                <wp:positionV relativeFrom="paragraph">
                  <wp:posOffset>38947</wp:posOffset>
                </wp:positionV>
                <wp:extent cx="189230" cy="188595"/>
                <wp:effectExtent l="0" t="0" r="0" b="0"/>
                <wp:wrapNone/>
                <wp:docPr id="32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E40A38" id="Oval 24" o:spid="_x0000_s1026" style="position:absolute;margin-left:-2.05pt;margin-top:3.05pt;width:14.9pt;height:14.85pt;z-index:25197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Marketing Menedzser</w:t>
      </w:r>
      <w:r>
        <w:tab/>
      </w:r>
      <w:r>
        <w:tab/>
      </w:r>
      <w:r>
        <w:tab/>
      </w:r>
      <w:r w:rsidR="004505A7">
        <w:tab/>
      </w:r>
      <w:r w:rsidR="00F12E2A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</w:t>
      </w:r>
      <w:r w:rsidR="00D51F92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1 </w:t>
      </w:r>
      <w:r w:rsidR="00F12E2A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D51F92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2013</w:t>
      </w:r>
    </w:p>
    <w:p w14:paraId="33ECBB41" w14:textId="1007BC62" w:rsidR="00F12E2A" w:rsidRPr="005E449F" w:rsidRDefault="00D51F92" w:rsidP="0016677F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Il Treno Kft</w:t>
      </w:r>
    </w:p>
    <w:p w14:paraId="55D65226" w14:textId="0D7960BF" w:rsidR="008E291F" w:rsidRDefault="00FD1C3F" w:rsidP="00353B82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3346A4">
        <w:rPr>
          <w:b/>
          <w:sz w:val="22"/>
          <w:szCs w:val="22"/>
        </w:rPr>
        <w:t>Az ország második legnagyobb étteremlánca</w:t>
      </w:r>
      <w:r w:rsidR="0016677F" w:rsidRPr="003346A4">
        <w:rPr>
          <w:b/>
          <w:sz w:val="22"/>
          <w:szCs w:val="22"/>
        </w:rPr>
        <w:t>.</w:t>
      </w:r>
      <w:r w:rsidR="0016677F">
        <w:rPr>
          <w:sz w:val="22"/>
          <w:szCs w:val="22"/>
        </w:rPr>
        <w:t xml:space="preserve"> </w:t>
      </w:r>
      <w:r w:rsidR="0016677F" w:rsidRPr="0016677F">
        <w:rPr>
          <w:sz w:val="22"/>
          <w:szCs w:val="22"/>
        </w:rPr>
        <w:t>Akciókhoz, promóciókhoz grafikák, internetes és nyomdai kiadványok készítése, rádió spotok írása; szövegírás, márka- és terméknevek kitalálása, kreatív tevékenység; kapcsolattartás nyomdával, internetes fejlesztő partnerekkel</w:t>
      </w:r>
      <w:r w:rsidR="00774BFB">
        <w:rPr>
          <w:sz w:val="22"/>
          <w:szCs w:val="22"/>
        </w:rPr>
        <w:t>.</w:t>
      </w:r>
    </w:p>
    <w:p w14:paraId="5B12B42D" w14:textId="04813018" w:rsidR="00F12E2A" w:rsidRPr="005E449F" w:rsidRDefault="001F0574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4623" behindDoc="0" locked="0" layoutInCell="1" allowOverlap="1" wp14:anchorId="1ED7E396" wp14:editId="22C0AC11">
                <wp:simplePos x="0" y="0"/>
                <wp:positionH relativeFrom="column">
                  <wp:posOffset>52070</wp:posOffset>
                </wp:positionH>
                <wp:positionV relativeFrom="paragraph">
                  <wp:posOffset>136442</wp:posOffset>
                </wp:positionV>
                <wp:extent cx="45085" cy="1436370"/>
                <wp:effectExtent l="0" t="0" r="5715" b="11430"/>
                <wp:wrapNone/>
                <wp:docPr id="50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436370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D30D49" id="Oval 67" o:spid="_x0000_s1026" style="position:absolute;margin-left:4.1pt;margin-top:10.75pt;width:3.55pt;height:113.1pt;z-index:25199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5E449F"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6191" behindDoc="0" locked="0" layoutInCell="1" allowOverlap="1" wp14:anchorId="0D7B027A" wp14:editId="22B4D80C">
                <wp:simplePos x="0" y="0"/>
                <wp:positionH relativeFrom="column">
                  <wp:posOffset>-26670</wp:posOffset>
                </wp:positionH>
                <wp:positionV relativeFrom="paragraph">
                  <wp:posOffset>-4445</wp:posOffset>
                </wp:positionV>
                <wp:extent cx="189230" cy="188595"/>
                <wp:effectExtent l="0" t="0" r="0" b="0"/>
                <wp:wrapNone/>
                <wp:docPr id="36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794BCE" id="Oval 24" o:spid="_x0000_s1026" style="position:absolute;margin-left:-2.1pt;margin-top:-.3pt;width:14.9pt;height:14.85pt;z-index:25197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2C4FF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Rendszergazda</w:t>
      </w:r>
      <w:r w:rsidR="00D74528">
        <w:tab/>
      </w:r>
      <w:r w:rsidR="00D74528">
        <w:tab/>
      </w:r>
      <w:r w:rsidR="00D74528">
        <w:tab/>
      </w:r>
      <w:r w:rsidR="00D74528">
        <w:tab/>
      </w:r>
      <w:r w:rsidR="00D74528">
        <w:tab/>
      </w:r>
      <w:r w:rsidR="004505A7">
        <w:tab/>
      </w:r>
      <w:r w:rsidR="002C4FF2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2009 - 2010</w:t>
      </w:r>
    </w:p>
    <w:p w14:paraId="7797057A" w14:textId="67D5878B" w:rsidR="00F12E2A" w:rsidRPr="005E449F" w:rsidRDefault="002C4FF2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Xfor Kft.</w:t>
      </w:r>
    </w:p>
    <w:p w14:paraId="77B9FF12" w14:textId="0947E68B" w:rsidR="00F12E2A" w:rsidRPr="005E449F" w:rsidRDefault="004E3D3E" w:rsidP="00F97C48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Nagy értékű gépjárművek, ipari ingatlanok, projektek finanszírozó cége volt.</w:t>
      </w:r>
      <w:r w:rsidRPr="005E449F">
        <w:rPr>
          <w:sz w:val="22"/>
          <w:szCs w:val="22"/>
        </w:rPr>
        <w:t xml:space="preserve"> Windows Server 2003-on alapuló hálózat és perifériák menedzselése és tervszerű karbantartása; kapcsolattartás az informatikai infrastruktúrával kapcsolatos partnerekkel, biztonsági rendszer felügyelete.</w:t>
      </w:r>
    </w:p>
    <w:p w14:paraId="357B4928" w14:textId="10F1998C" w:rsidR="00F12E2A" w:rsidRPr="005E449F" w:rsidRDefault="001F0574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8719" behindDoc="0" locked="0" layoutInCell="1" allowOverlap="1" wp14:anchorId="286482C0" wp14:editId="2A917669">
                <wp:simplePos x="0" y="0"/>
                <wp:positionH relativeFrom="column">
                  <wp:posOffset>52070</wp:posOffset>
                </wp:positionH>
                <wp:positionV relativeFrom="paragraph">
                  <wp:posOffset>139452</wp:posOffset>
                </wp:positionV>
                <wp:extent cx="45085" cy="1087005"/>
                <wp:effectExtent l="0" t="0" r="5715" b="5715"/>
                <wp:wrapNone/>
                <wp:docPr id="53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8700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7B6656" id="Oval 67" o:spid="_x0000_s1026" style="position:absolute;margin-left:4.1pt;margin-top:11pt;width:3.55pt;height:85.6pt;z-index:2519987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8479" behindDoc="0" locked="0" layoutInCell="1" allowOverlap="1" wp14:anchorId="3A360156" wp14:editId="17DB275C">
                <wp:simplePos x="0" y="0"/>
                <wp:positionH relativeFrom="column">
                  <wp:posOffset>-26035</wp:posOffset>
                </wp:positionH>
                <wp:positionV relativeFrom="paragraph">
                  <wp:posOffset>11430</wp:posOffset>
                </wp:positionV>
                <wp:extent cx="189230" cy="188595"/>
                <wp:effectExtent l="0" t="0" r="0" b="0"/>
                <wp:wrapNone/>
                <wp:docPr id="47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928228" id="Oval 24" o:spid="_x0000_s1026" style="position:absolute;margin-left:-2.05pt;margin-top:.9pt;width:14.9pt;height:14.85pt;z-index:25198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4E3D3E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talomfejlesztő</w:t>
      </w:r>
      <w:r w:rsidR="00D74528">
        <w:tab/>
      </w:r>
      <w:r w:rsidR="00D74528">
        <w:tab/>
      </w:r>
      <w:r w:rsidR="00D74528">
        <w:tab/>
      </w:r>
      <w:r w:rsidR="00D74528">
        <w:tab/>
      </w:r>
      <w:r w:rsidR="004505A7">
        <w:tab/>
      </w:r>
      <w:r w:rsidR="004E3D3E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2007 </w:t>
      </w:r>
      <w:r w:rsidR="00F12E2A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4E3D3E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2008</w:t>
      </w:r>
    </w:p>
    <w:p w14:paraId="55B2417F" w14:textId="7D1A99CD" w:rsidR="00F12E2A" w:rsidRPr="005E449F" w:rsidRDefault="004E3D3E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eCClub.hu</w:t>
      </w:r>
    </w:p>
    <w:p w14:paraId="3287874B" w14:textId="46343B02" w:rsidR="00F12E2A" w:rsidRPr="005E449F" w:rsidRDefault="00D45993" w:rsidP="00F97C48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Egy újonnan induló felsőoktatási portál volt.</w:t>
      </w:r>
      <w:r w:rsidRPr="005E449F">
        <w:rPr>
          <w:sz w:val="22"/>
          <w:szCs w:val="22"/>
        </w:rPr>
        <w:t xml:space="preserve"> Teljes tartalomfejlesztés: a honlap struktúrájának kialakítása, tartalmi elemek feltöltése; link adatbázis létrehozása.</w:t>
      </w:r>
    </w:p>
    <w:p w14:paraId="145E2024" w14:textId="26E723A1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0527" behindDoc="0" locked="0" layoutInCell="1" allowOverlap="1" wp14:anchorId="3FC898BE" wp14:editId="0C4E9E13">
                <wp:simplePos x="0" y="0"/>
                <wp:positionH relativeFrom="column">
                  <wp:posOffset>-26035</wp:posOffset>
                </wp:positionH>
                <wp:positionV relativeFrom="paragraph">
                  <wp:posOffset>3810</wp:posOffset>
                </wp:positionV>
                <wp:extent cx="189230" cy="188595"/>
                <wp:effectExtent l="0" t="0" r="0" b="0"/>
                <wp:wrapNone/>
                <wp:docPr id="48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646641" id="Oval 24" o:spid="_x0000_s1026" style="position:absolute;margin-left:-2.05pt;margin-top:.3pt;width:14.9pt;height:14.85pt;z-index:25199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4A3058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Műszaki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Menedzser</w:t>
      </w:r>
      <w:r w:rsidR="00D74528">
        <w:tab/>
      </w:r>
      <w:r w:rsidR="00D74528">
        <w:tab/>
      </w:r>
      <w:r w:rsidR="00D74528">
        <w:tab/>
      </w:r>
      <w:r w:rsidR="00D74528">
        <w:tab/>
      </w:r>
      <w:r w:rsidR="004505A7">
        <w:tab/>
      </w:r>
      <w:r w:rsidR="00F12E2A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</w:t>
      </w:r>
      <w:r w:rsidR="004A3058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04 </w:t>
      </w:r>
      <w:r w:rsidR="00F12E2A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4A3058" w:rsidRPr="00D74528">
        <w:rPr>
          <w:rFonts w:ascii="Arial" w:hAnsi="Arial" w:cs="Arial"/>
          <w:caps/>
          <w:color w:val="000000" w:themeColor="text1"/>
          <w:spacing w:val="20"/>
          <w:sz w:val="20"/>
          <w:szCs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2007</w:t>
      </w:r>
    </w:p>
    <w:p w14:paraId="7A03BB06" w14:textId="77E0620B" w:rsidR="00F12E2A" w:rsidRPr="005E449F" w:rsidRDefault="004A3058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Ford Petrányi Érdi Márkakereskedés</w:t>
      </w:r>
    </w:p>
    <w:p w14:paraId="353D21E6" w14:textId="55847DED" w:rsidR="00AC4EC3" w:rsidRDefault="00CF388A" w:rsidP="001F0574">
      <w:pPr>
        <w:pStyle w:val="Folyszveg"/>
        <w:spacing w:after="24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Az infrastruktúra műszaki irányítása</w:t>
      </w:r>
      <w:r w:rsidRPr="005E449F">
        <w:rPr>
          <w:sz w:val="22"/>
          <w:szCs w:val="22"/>
        </w:rPr>
        <w:t>; szervezeti működést érintő projektek koordinálása, oktatások szervezése; marketing feladatok ellátása, „Ford Club” vevői hűségrendszer megalkotása, hírlevelek menedzselése.</w:t>
      </w:r>
    </w:p>
    <w:p w14:paraId="60898D7A" w14:textId="186FCE19" w:rsidR="00FB3A38" w:rsidRPr="00FB3A38" w:rsidRDefault="00EA1D51" w:rsidP="00515EB1">
      <w:pPr>
        <w:pStyle w:val="H1"/>
        <w:spacing w:after="20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0287" behindDoc="0" locked="0" layoutInCell="1" allowOverlap="1" wp14:anchorId="2B48F0C6" wp14:editId="6597FE80">
                <wp:simplePos x="0" y="0"/>
                <wp:positionH relativeFrom="column">
                  <wp:posOffset>2616200</wp:posOffset>
                </wp:positionH>
                <wp:positionV relativeFrom="paragraph">
                  <wp:posOffset>34290</wp:posOffset>
                </wp:positionV>
                <wp:extent cx="4116705" cy="86360"/>
                <wp:effectExtent l="0" t="0" r="0" b="0"/>
                <wp:wrapNone/>
                <wp:docPr id="39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6705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70403F" id="Rectangle 46" o:spid="_x0000_s1026" style="position:absolute;margin-left:206pt;margin-top:2.7pt;width:324.15pt;height:6.8pt;z-index:25198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" fillcolor="#00acef" stroked="f" strokeweight="1pt"/>
            </w:pict>
          </mc:Fallback>
        </mc:AlternateContent>
      </w:r>
      <w:r w:rsidR="00327CB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1311" behindDoc="0" locked="0" layoutInCell="1" allowOverlap="1" wp14:anchorId="2B0383F4" wp14:editId="14425766">
                <wp:simplePos x="0" y="0"/>
                <wp:positionH relativeFrom="column">
                  <wp:posOffset>-27305</wp:posOffset>
                </wp:positionH>
                <wp:positionV relativeFrom="paragraph">
                  <wp:posOffset>41063</wp:posOffset>
                </wp:positionV>
                <wp:extent cx="647700" cy="85090"/>
                <wp:effectExtent l="0" t="0" r="12700" b="0"/>
                <wp:wrapNone/>
                <wp:docPr id="40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DEC5B" id="Rectangle 45" o:spid="_x0000_s1026" style="position:absolute;margin-left:-2.15pt;margin-top:3.25pt;width:51pt;height:6.7pt;z-index:25198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" fillcolor="#00acef" stroked="f" strokeweight="1pt"/>
            </w:pict>
          </mc:Fallback>
        </mc:AlternateContent>
      </w:r>
      <w:r w:rsidR="00327CB8">
        <w:t>Tanulmányok</w:t>
      </w:r>
    </w:p>
    <w:p w14:paraId="61A597CD" w14:textId="341458E6" w:rsidR="00132A1D" w:rsidRPr="002F309F" w:rsidRDefault="00DE0C7D" w:rsidP="00DE0C7D">
      <w:pPr>
        <w:pStyle w:val="H2"/>
        <w:spacing w:after="0"/>
        <w:ind w:firstLine="567"/>
        <w:jc w:val="both"/>
        <w:rPr>
          <w:b/>
          <w:sz w:val="22"/>
          <w:szCs w:val="22"/>
        </w:rPr>
      </w:pPr>
      <w:r w:rsidRPr="002F309F">
        <w:rPr>
          <w:b/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983359" behindDoc="0" locked="0" layoutInCell="1" allowOverlap="1" wp14:anchorId="254C9B17" wp14:editId="75A4646E">
                <wp:simplePos x="0" y="0"/>
                <wp:positionH relativeFrom="column">
                  <wp:posOffset>-26035</wp:posOffset>
                </wp:positionH>
                <wp:positionV relativeFrom="paragraph">
                  <wp:posOffset>42757</wp:posOffset>
                </wp:positionV>
                <wp:extent cx="189230" cy="188595"/>
                <wp:effectExtent l="0" t="0" r="0" b="0"/>
                <wp:wrapNone/>
                <wp:docPr id="41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4A7951" id="Oval 24" o:spid="_x0000_s1026" style="position:absolute;margin-left:-2.05pt;margin-top:3.35pt;width:14.9pt;height:14.85pt;z-index:25198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365103">
        <w:rPr>
          <w:b/>
          <w:sz w:val="22"/>
          <w:szCs w:val="22"/>
        </w:rPr>
        <w:t>D</w:t>
      </w:r>
      <w:r w:rsidR="00E33637">
        <w:rPr>
          <w:b/>
          <w:sz w:val="22"/>
          <w:szCs w:val="22"/>
        </w:rPr>
        <w:t>EBRECENI</w:t>
      </w:r>
      <w:r w:rsidR="00132A1D" w:rsidRPr="002F309F">
        <w:rPr>
          <w:b/>
          <w:sz w:val="22"/>
          <w:szCs w:val="22"/>
        </w:rPr>
        <w:t xml:space="preserve"> Egyetem (1997-2002)</w:t>
      </w:r>
    </w:p>
    <w:p w14:paraId="13DA3558" w14:textId="660C7FDF" w:rsidR="00AC4EC3" w:rsidRPr="001614B8" w:rsidRDefault="00132A1D" w:rsidP="00555CA4">
      <w:pPr>
        <w:pStyle w:val="H3"/>
        <w:spacing w:after="240"/>
        <w:ind w:left="567"/>
        <w:jc w:val="both"/>
        <w:rPr>
          <w:sz w:val="22"/>
          <w:szCs w:val="22"/>
        </w:rPr>
      </w:pPr>
      <w:r w:rsidRPr="001614B8">
        <w:rPr>
          <w:sz w:val="22"/>
          <w:szCs w:val="22"/>
        </w:rPr>
        <w:t xml:space="preserve">Műszaki </w:t>
      </w:r>
      <w:bookmarkStart w:id="0" w:name="_GoBack"/>
      <w:bookmarkEnd w:id="0"/>
      <w:r w:rsidRPr="001614B8">
        <w:rPr>
          <w:sz w:val="22"/>
          <w:szCs w:val="22"/>
        </w:rPr>
        <w:t>informatika Msc. Szak, Műszaki</w:t>
      </w:r>
      <w:r w:rsidR="00640BC4">
        <w:rPr>
          <w:sz w:val="22"/>
          <w:szCs w:val="22"/>
        </w:rPr>
        <w:t xml:space="preserve"> menedzser </w:t>
      </w:r>
      <w:r w:rsidRPr="001614B8">
        <w:rPr>
          <w:sz w:val="22"/>
          <w:szCs w:val="22"/>
        </w:rPr>
        <w:t>szakirány</w:t>
      </w:r>
    </w:p>
    <w:p w14:paraId="6B3E5BC5" w14:textId="7454CE2E" w:rsidR="00AC4EC3" w:rsidRPr="00FB3A38" w:rsidRDefault="00DD6460" w:rsidP="00515EB1">
      <w:pPr>
        <w:pStyle w:val="H1"/>
        <w:spacing w:after="12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5407" behindDoc="0" locked="0" layoutInCell="1" allowOverlap="1" wp14:anchorId="2C1E3122" wp14:editId="6B4BE4DD">
                <wp:simplePos x="0" y="0"/>
                <wp:positionH relativeFrom="column">
                  <wp:posOffset>3188970</wp:posOffset>
                </wp:positionH>
                <wp:positionV relativeFrom="paragraph">
                  <wp:posOffset>17145</wp:posOffset>
                </wp:positionV>
                <wp:extent cx="3543300" cy="86360"/>
                <wp:effectExtent l="0" t="0" r="12700" b="0"/>
                <wp:wrapNone/>
                <wp:docPr id="44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A8222" id="Rectangle 46" o:spid="_x0000_s1026" style="position:absolute;margin-left:251.1pt;margin-top:1.35pt;width:279pt;height:6.8pt;z-index:25198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" fillcolor="#00acef" stroked="f" strokeweight="1pt"/>
            </w:pict>
          </mc:Fallback>
        </mc:AlternateContent>
      </w:r>
      <w:r w:rsidR="00AC4EC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6431" behindDoc="0" locked="0" layoutInCell="1" allowOverlap="1" wp14:anchorId="525383D6" wp14:editId="6A6EC782">
                <wp:simplePos x="0" y="0"/>
                <wp:positionH relativeFrom="column">
                  <wp:posOffset>-27305</wp:posOffset>
                </wp:positionH>
                <wp:positionV relativeFrom="paragraph">
                  <wp:posOffset>41063</wp:posOffset>
                </wp:positionV>
                <wp:extent cx="647700" cy="85090"/>
                <wp:effectExtent l="0" t="0" r="12700" b="0"/>
                <wp:wrapNone/>
                <wp:docPr id="42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2F87A9" id="Rectangle 45" o:spid="_x0000_s1026" style="position:absolute;margin-left:-2.15pt;margin-top:3.25pt;width:51pt;height:6.7pt;z-index:25198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" fillcolor="#00acef" stroked="f" strokeweight="1pt"/>
            </w:pict>
          </mc:Fallback>
        </mc:AlternateContent>
      </w:r>
      <w:r>
        <w:t>Egyéb képességek</w:t>
      </w:r>
    </w:p>
    <w:p w14:paraId="3B6EC5DC" w14:textId="2CEE2F8C" w:rsidR="00857AA1" w:rsidRPr="004B0259" w:rsidRDefault="00857AA1" w:rsidP="00857AA1">
      <w:pPr>
        <w:pStyle w:val="Felsorols1"/>
        <w:jc w:val="both"/>
        <w:rPr>
          <w:sz w:val="22"/>
          <w:szCs w:val="22"/>
        </w:rPr>
      </w:pPr>
      <w:r w:rsidRPr="004B0259">
        <w:rPr>
          <w:b/>
          <w:sz w:val="22"/>
          <w:szCs w:val="22"/>
        </w:rPr>
        <w:t>Számítógép:</w:t>
      </w:r>
      <w:r w:rsidRPr="004B0259">
        <w:rPr>
          <w:sz w:val="22"/>
          <w:szCs w:val="22"/>
        </w:rPr>
        <w:t xml:space="preserve"> Adobe Illustrator, Indesign, Photoshop, Acrobat X Pro, Corel Draw; Word, Excel, Power Point, Outlook, Visio, JIRA, Confluence; MS Windows XP - WIN 10, Server 2003</w:t>
      </w:r>
    </w:p>
    <w:p w14:paraId="23A967DC" w14:textId="77777777" w:rsidR="00857AA1" w:rsidRPr="004B0259" w:rsidRDefault="00857AA1" w:rsidP="00857AA1">
      <w:pPr>
        <w:pStyle w:val="Felsorols1"/>
        <w:jc w:val="both"/>
        <w:rPr>
          <w:sz w:val="22"/>
          <w:szCs w:val="22"/>
        </w:rPr>
      </w:pPr>
      <w:r w:rsidRPr="004B0259">
        <w:rPr>
          <w:b/>
          <w:sz w:val="22"/>
          <w:szCs w:val="22"/>
        </w:rPr>
        <w:t>Nyelvtudás:</w:t>
      </w:r>
      <w:r w:rsidRPr="004B0259">
        <w:rPr>
          <w:sz w:val="22"/>
          <w:szCs w:val="22"/>
        </w:rPr>
        <w:t xml:space="preserve"> Angol középfokú nyelvvizsga, társalgási szintű nyelvtudás</w:t>
      </w:r>
    </w:p>
    <w:p w14:paraId="05789659" w14:textId="21D97027" w:rsidR="00FB3A38" w:rsidRPr="00FB3A38" w:rsidRDefault="00857AA1" w:rsidP="00857AA1">
      <w:pPr>
        <w:pStyle w:val="Felsorols1"/>
        <w:jc w:val="both"/>
      </w:pPr>
      <w:r w:rsidRPr="004B0259">
        <w:rPr>
          <w:b/>
          <w:sz w:val="22"/>
          <w:szCs w:val="22"/>
        </w:rPr>
        <w:t>Szabadidő:</w:t>
      </w:r>
      <w:r w:rsidRPr="004B0259">
        <w:rPr>
          <w:sz w:val="22"/>
          <w:szCs w:val="22"/>
        </w:rPr>
        <w:t xml:space="preserve"> Olvasás, kreatív írás, mozi, színház, zenehallgatás</w:t>
      </w:r>
      <w:r w:rsidR="00FB3A38" w:rsidRPr="00FB3A38"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927039" behindDoc="0" locked="0" layoutInCell="1" allowOverlap="1" wp14:anchorId="53ED9857" wp14:editId="12B85332">
                <wp:simplePos x="0" y="0"/>
                <wp:positionH relativeFrom="column">
                  <wp:posOffset>2275205</wp:posOffset>
                </wp:positionH>
                <wp:positionV relativeFrom="paragraph">
                  <wp:posOffset>9417685</wp:posOffset>
                </wp:positionV>
                <wp:extent cx="4319905" cy="85090"/>
                <wp:effectExtent l="0" t="0" r="0" b="0"/>
                <wp:wrapNone/>
                <wp:docPr id="83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B4B4F" id="Rectangle 71" o:spid="_x0000_s1026" style="position:absolute;margin-left:179.15pt;margin-top:741.55pt;width:340.15pt;height:6.7pt;z-index:251927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" fillcolor="#00acef" stroked="f" strokeweight="1pt"/>
            </w:pict>
          </mc:Fallback>
        </mc:AlternateContent>
      </w:r>
      <w:r w:rsidR="00FB3A38" w:rsidRPr="00FB3A38"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926015" behindDoc="0" locked="0" layoutInCell="1" allowOverlap="1" wp14:anchorId="6BC4F46B" wp14:editId="39DFCC3D">
                <wp:simplePos x="0" y="0"/>
                <wp:positionH relativeFrom="column">
                  <wp:posOffset>53340</wp:posOffset>
                </wp:positionH>
                <wp:positionV relativeFrom="paragraph">
                  <wp:posOffset>9425512</wp:posOffset>
                </wp:positionV>
                <wp:extent cx="539115" cy="85090"/>
                <wp:effectExtent l="0" t="0" r="0" b="0"/>
                <wp:wrapNone/>
                <wp:docPr id="82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F55B2" id="Rectangle 70" o:spid="_x0000_s1026" style="position:absolute;margin-left:4.2pt;margin-top:742.15pt;width:42.45pt;height:6.7pt;z-index:251926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" fillcolor="#00acef" stroked="f" strokeweight="1pt"/>
            </w:pict>
          </mc:Fallback>
        </mc:AlternateContent>
      </w:r>
    </w:p>
    <w:sectPr w:rsidR="00FB3A38" w:rsidRPr="00FB3A38" w:rsidSect="00D74528">
      <w:type w:val="continuous"/>
      <w:pgSz w:w="11900" w:h="16840"/>
      <w:pgMar w:top="720" w:right="720" w:bottom="720" w:left="720" w:header="283" w:footer="708" w:gutter="0"/>
      <w:cols w:num="2" w:space="710" w:equalWidth="0">
        <w:col w:w="2268" w:space="710"/>
        <w:col w:w="7482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959D1" w14:textId="77777777" w:rsidR="00A10AFB" w:rsidRDefault="00A10AFB" w:rsidP="00840169">
      <w:pPr>
        <w:spacing w:after="0" w:line="240" w:lineRule="auto"/>
      </w:pPr>
      <w:r>
        <w:separator/>
      </w:r>
    </w:p>
  </w:endnote>
  <w:endnote w:type="continuationSeparator" w:id="0">
    <w:p w14:paraId="281B7D17" w14:textId="77777777" w:rsidR="00A10AFB" w:rsidRDefault="00A10AFB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conic Stroke"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F961" w14:textId="527A5D51" w:rsidR="003124C1" w:rsidRDefault="00F33207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376290C4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00ACE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163FC40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" fillcolor="#00acef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CED78" w14:textId="77777777" w:rsidR="00A10AFB" w:rsidRDefault="00A10AFB" w:rsidP="00840169">
      <w:pPr>
        <w:spacing w:after="0" w:line="240" w:lineRule="auto"/>
      </w:pPr>
      <w:r>
        <w:separator/>
      </w:r>
    </w:p>
  </w:footnote>
  <w:footnote w:type="continuationSeparator" w:id="0">
    <w:p w14:paraId="4BE33C29" w14:textId="77777777" w:rsidR="00A10AFB" w:rsidRDefault="00A10AFB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25784" w14:textId="4AA535E6" w:rsidR="00C54E28" w:rsidRDefault="00C54E28">
    <w:pPr>
      <w:pStyle w:val="lfej"/>
    </w:pP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50" type="#_x0000_t75" style="width:11.7pt;height:11.7pt" o:bullet="t">
        <v:imagedata r:id="rId1" o:title="arrow-for-list"/>
      </v:shape>
    </w:pict>
  </w:numPicBullet>
  <w:numPicBullet w:numPicBulletId="1">
    <w:pict>
      <v:shape id="_x0000_i1751" type="#_x0000_t75" style="width:8.35pt;height:8.35pt" o:bullet="t">
        <v:imagedata r:id="rId2" o:title="arrow-for-list"/>
      </v:shape>
    </w:pict>
  </w:numPicBullet>
  <w:numPicBullet w:numPicBulletId="2">
    <w:pict>
      <v:shape id="_x0000_i1752" type="#_x0000_t75" style="width:3.35pt;height:3.35pt" o:bullet="t">
        <v:imagedata r:id="rId3" o:title="checkmark-bullet"/>
      </v:shape>
    </w:pict>
  </w:numPicBullet>
  <w:abstractNum w:abstractNumId="0">
    <w:nsid w:val="025E761F"/>
    <w:multiLevelType w:val="hybridMultilevel"/>
    <w:tmpl w:val="93B02EA0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07A9E"/>
    <w:multiLevelType w:val="hybridMultilevel"/>
    <w:tmpl w:val="6CB6229C"/>
    <w:lvl w:ilvl="0" w:tplc="328C96B8">
      <w:start w:val="1"/>
      <w:numFmt w:val="bullet"/>
      <w:pStyle w:val="Felsorols1"/>
      <w:lvlText w:val=""/>
      <w:lvlJc w:val="left"/>
      <w:pPr>
        <w:ind w:left="360" w:hanging="360"/>
      </w:pPr>
      <w:rPr>
        <w:rFonts w:ascii="Symbol" w:hAnsi="Symbol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7"/>
  </w:num>
  <w:num w:numId="5">
    <w:abstractNumId w:val="24"/>
  </w:num>
  <w:num w:numId="6">
    <w:abstractNumId w:val="16"/>
  </w:num>
  <w:num w:numId="7">
    <w:abstractNumId w:val="1"/>
  </w:num>
  <w:num w:numId="8">
    <w:abstractNumId w:val="21"/>
  </w:num>
  <w:num w:numId="9">
    <w:abstractNumId w:val="2"/>
  </w:num>
  <w:num w:numId="10">
    <w:abstractNumId w:val="18"/>
  </w:num>
  <w:num w:numId="11">
    <w:abstractNumId w:val="10"/>
  </w:num>
  <w:num w:numId="12">
    <w:abstractNumId w:val="20"/>
  </w:num>
  <w:num w:numId="13">
    <w:abstractNumId w:val="9"/>
  </w:num>
  <w:num w:numId="14">
    <w:abstractNumId w:val="17"/>
  </w:num>
  <w:num w:numId="15">
    <w:abstractNumId w:val="8"/>
  </w:num>
  <w:num w:numId="16">
    <w:abstractNumId w:val="4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22"/>
  </w:num>
  <w:num w:numId="21">
    <w:abstractNumId w:val="19"/>
  </w:num>
  <w:num w:numId="22">
    <w:abstractNumId w:val="12"/>
  </w:num>
  <w:num w:numId="23">
    <w:abstractNumId w:val="14"/>
  </w:num>
  <w:num w:numId="24">
    <w:abstractNumId w:val="15"/>
  </w:num>
  <w:num w:numId="25">
    <w:abstractNumId w:val="0"/>
  </w:num>
  <w:num w:numId="26">
    <w:abstractNumId w:val="13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0DB"/>
    <w:rsid w:val="0000091D"/>
    <w:rsid w:val="000153CA"/>
    <w:rsid w:val="000253A1"/>
    <w:rsid w:val="0004008B"/>
    <w:rsid w:val="00046071"/>
    <w:rsid w:val="00046D52"/>
    <w:rsid w:val="000500B2"/>
    <w:rsid w:val="00050DE4"/>
    <w:rsid w:val="00051835"/>
    <w:rsid w:val="00052A60"/>
    <w:rsid w:val="00065771"/>
    <w:rsid w:val="000701E0"/>
    <w:rsid w:val="00082262"/>
    <w:rsid w:val="00090655"/>
    <w:rsid w:val="000930AA"/>
    <w:rsid w:val="00093939"/>
    <w:rsid w:val="00095971"/>
    <w:rsid w:val="000959B0"/>
    <w:rsid w:val="000B15BD"/>
    <w:rsid w:val="000C19A3"/>
    <w:rsid w:val="000D04E7"/>
    <w:rsid w:val="000D729B"/>
    <w:rsid w:val="000E3B2B"/>
    <w:rsid w:val="00100D87"/>
    <w:rsid w:val="00116506"/>
    <w:rsid w:val="00122C3A"/>
    <w:rsid w:val="001254B5"/>
    <w:rsid w:val="0013200B"/>
    <w:rsid w:val="00132A1D"/>
    <w:rsid w:val="00136F39"/>
    <w:rsid w:val="0014241F"/>
    <w:rsid w:val="00155C7E"/>
    <w:rsid w:val="0015782A"/>
    <w:rsid w:val="001614B8"/>
    <w:rsid w:val="0016677F"/>
    <w:rsid w:val="001675FB"/>
    <w:rsid w:val="0017084B"/>
    <w:rsid w:val="00171D6C"/>
    <w:rsid w:val="001751AF"/>
    <w:rsid w:val="00180612"/>
    <w:rsid w:val="00181C04"/>
    <w:rsid w:val="001959AB"/>
    <w:rsid w:val="001978B6"/>
    <w:rsid w:val="001A3EA8"/>
    <w:rsid w:val="001B041C"/>
    <w:rsid w:val="001B18F6"/>
    <w:rsid w:val="001B59F5"/>
    <w:rsid w:val="001B5ECC"/>
    <w:rsid w:val="001B6325"/>
    <w:rsid w:val="001D1A66"/>
    <w:rsid w:val="001D2EB4"/>
    <w:rsid w:val="001D3527"/>
    <w:rsid w:val="001D6D4B"/>
    <w:rsid w:val="001E094E"/>
    <w:rsid w:val="001E2F89"/>
    <w:rsid w:val="001E5BF8"/>
    <w:rsid w:val="001F0574"/>
    <w:rsid w:val="001F591A"/>
    <w:rsid w:val="001F67D9"/>
    <w:rsid w:val="002072A1"/>
    <w:rsid w:val="00214CD3"/>
    <w:rsid w:val="00215E8A"/>
    <w:rsid w:val="00226E4E"/>
    <w:rsid w:val="00235633"/>
    <w:rsid w:val="00242E54"/>
    <w:rsid w:val="00244EB3"/>
    <w:rsid w:val="00251B54"/>
    <w:rsid w:val="002526AB"/>
    <w:rsid w:val="00254F32"/>
    <w:rsid w:val="00257029"/>
    <w:rsid w:val="00260D8D"/>
    <w:rsid w:val="00271B4A"/>
    <w:rsid w:val="00296A0E"/>
    <w:rsid w:val="002A1518"/>
    <w:rsid w:val="002A4462"/>
    <w:rsid w:val="002A7A02"/>
    <w:rsid w:val="002C4FF2"/>
    <w:rsid w:val="002D0ADE"/>
    <w:rsid w:val="002D1FB7"/>
    <w:rsid w:val="002D2D39"/>
    <w:rsid w:val="002D394E"/>
    <w:rsid w:val="002D6A64"/>
    <w:rsid w:val="002E136B"/>
    <w:rsid w:val="002F309F"/>
    <w:rsid w:val="002F50A4"/>
    <w:rsid w:val="00305672"/>
    <w:rsid w:val="00306426"/>
    <w:rsid w:val="00310F5D"/>
    <w:rsid w:val="0031128D"/>
    <w:rsid w:val="003124C1"/>
    <w:rsid w:val="00313701"/>
    <w:rsid w:val="00315E1C"/>
    <w:rsid w:val="003247F7"/>
    <w:rsid w:val="0032652D"/>
    <w:rsid w:val="00327CB8"/>
    <w:rsid w:val="003313EC"/>
    <w:rsid w:val="003325BD"/>
    <w:rsid w:val="003346A4"/>
    <w:rsid w:val="003348D9"/>
    <w:rsid w:val="00335698"/>
    <w:rsid w:val="00335A72"/>
    <w:rsid w:val="003368D7"/>
    <w:rsid w:val="00340F83"/>
    <w:rsid w:val="003433E0"/>
    <w:rsid w:val="00344C0B"/>
    <w:rsid w:val="00350037"/>
    <w:rsid w:val="00351925"/>
    <w:rsid w:val="00353B82"/>
    <w:rsid w:val="0035434F"/>
    <w:rsid w:val="00356245"/>
    <w:rsid w:val="00361ED2"/>
    <w:rsid w:val="00365103"/>
    <w:rsid w:val="0036566D"/>
    <w:rsid w:val="0036742F"/>
    <w:rsid w:val="00367BCD"/>
    <w:rsid w:val="00376EAD"/>
    <w:rsid w:val="00380FE3"/>
    <w:rsid w:val="00390E10"/>
    <w:rsid w:val="00390E3E"/>
    <w:rsid w:val="003A2271"/>
    <w:rsid w:val="003B2BA9"/>
    <w:rsid w:val="003B53E1"/>
    <w:rsid w:val="003C0B8F"/>
    <w:rsid w:val="003D13FA"/>
    <w:rsid w:val="003D51E3"/>
    <w:rsid w:val="003D71A6"/>
    <w:rsid w:val="003D77E3"/>
    <w:rsid w:val="003F3444"/>
    <w:rsid w:val="003F59CC"/>
    <w:rsid w:val="00401A62"/>
    <w:rsid w:val="00403180"/>
    <w:rsid w:val="00405FB1"/>
    <w:rsid w:val="00425F23"/>
    <w:rsid w:val="00430454"/>
    <w:rsid w:val="00433F39"/>
    <w:rsid w:val="0043658D"/>
    <w:rsid w:val="0044237D"/>
    <w:rsid w:val="0044427C"/>
    <w:rsid w:val="004505A7"/>
    <w:rsid w:val="004516A3"/>
    <w:rsid w:val="00456985"/>
    <w:rsid w:val="00456E1B"/>
    <w:rsid w:val="0046176F"/>
    <w:rsid w:val="0046382E"/>
    <w:rsid w:val="00465D98"/>
    <w:rsid w:val="0047139B"/>
    <w:rsid w:val="00473B87"/>
    <w:rsid w:val="00483F90"/>
    <w:rsid w:val="00491DAB"/>
    <w:rsid w:val="004A3058"/>
    <w:rsid w:val="004A5133"/>
    <w:rsid w:val="004A5A9A"/>
    <w:rsid w:val="004A7D8D"/>
    <w:rsid w:val="004B0259"/>
    <w:rsid w:val="004B394C"/>
    <w:rsid w:val="004D7D58"/>
    <w:rsid w:val="004E3D3E"/>
    <w:rsid w:val="004E4EAF"/>
    <w:rsid w:val="004E782E"/>
    <w:rsid w:val="004F4730"/>
    <w:rsid w:val="00505A43"/>
    <w:rsid w:val="0051412C"/>
    <w:rsid w:val="00515EB1"/>
    <w:rsid w:val="00525740"/>
    <w:rsid w:val="00537D5E"/>
    <w:rsid w:val="00537E9F"/>
    <w:rsid w:val="005527DF"/>
    <w:rsid w:val="005555DC"/>
    <w:rsid w:val="00555CA4"/>
    <w:rsid w:val="00556528"/>
    <w:rsid w:val="00561A0A"/>
    <w:rsid w:val="0056320A"/>
    <w:rsid w:val="00563B98"/>
    <w:rsid w:val="005846BA"/>
    <w:rsid w:val="0058575C"/>
    <w:rsid w:val="00594B9D"/>
    <w:rsid w:val="005A1430"/>
    <w:rsid w:val="005A163F"/>
    <w:rsid w:val="005A4CB7"/>
    <w:rsid w:val="005B0D93"/>
    <w:rsid w:val="005B4A6B"/>
    <w:rsid w:val="005B7D25"/>
    <w:rsid w:val="005C5FD4"/>
    <w:rsid w:val="005E29C5"/>
    <w:rsid w:val="005E449F"/>
    <w:rsid w:val="005E5C63"/>
    <w:rsid w:val="005F183F"/>
    <w:rsid w:val="00606507"/>
    <w:rsid w:val="00607436"/>
    <w:rsid w:val="00610E16"/>
    <w:rsid w:val="006112DC"/>
    <w:rsid w:val="006118D8"/>
    <w:rsid w:val="00612242"/>
    <w:rsid w:val="00613EFE"/>
    <w:rsid w:val="006206FC"/>
    <w:rsid w:val="0063396B"/>
    <w:rsid w:val="0063766B"/>
    <w:rsid w:val="00640BC4"/>
    <w:rsid w:val="00646567"/>
    <w:rsid w:val="00654522"/>
    <w:rsid w:val="006668E5"/>
    <w:rsid w:val="0068534A"/>
    <w:rsid w:val="006911C3"/>
    <w:rsid w:val="006A3B62"/>
    <w:rsid w:val="006A7525"/>
    <w:rsid w:val="006B01C8"/>
    <w:rsid w:val="006B037E"/>
    <w:rsid w:val="006B2834"/>
    <w:rsid w:val="006B53BD"/>
    <w:rsid w:val="006C01B8"/>
    <w:rsid w:val="006C1F28"/>
    <w:rsid w:val="006C32C7"/>
    <w:rsid w:val="006C752E"/>
    <w:rsid w:val="006D4C81"/>
    <w:rsid w:val="006D50D3"/>
    <w:rsid w:val="006F2BD1"/>
    <w:rsid w:val="006F35D7"/>
    <w:rsid w:val="006F3B11"/>
    <w:rsid w:val="006F7AC3"/>
    <w:rsid w:val="007105FC"/>
    <w:rsid w:val="00712398"/>
    <w:rsid w:val="007209C0"/>
    <w:rsid w:val="00724500"/>
    <w:rsid w:val="00724BFE"/>
    <w:rsid w:val="0072519B"/>
    <w:rsid w:val="00730053"/>
    <w:rsid w:val="00735C5B"/>
    <w:rsid w:val="0073646B"/>
    <w:rsid w:val="00741945"/>
    <w:rsid w:val="00745C16"/>
    <w:rsid w:val="00763F0F"/>
    <w:rsid w:val="00764532"/>
    <w:rsid w:val="00771628"/>
    <w:rsid w:val="00774BFB"/>
    <w:rsid w:val="00785D53"/>
    <w:rsid w:val="0079329A"/>
    <w:rsid w:val="00795F47"/>
    <w:rsid w:val="00796D8B"/>
    <w:rsid w:val="0079789C"/>
    <w:rsid w:val="007A17FD"/>
    <w:rsid w:val="007B4610"/>
    <w:rsid w:val="007B57FF"/>
    <w:rsid w:val="007C2EFF"/>
    <w:rsid w:val="007C3364"/>
    <w:rsid w:val="007C4122"/>
    <w:rsid w:val="007D273F"/>
    <w:rsid w:val="007D566D"/>
    <w:rsid w:val="007E4218"/>
    <w:rsid w:val="007F57BE"/>
    <w:rsid w:val="007F6D64"/>
    <w:rsid w:val="0080158A"/>
    <w:rsid w:val="008023A1"/>
    <w:rsid w:val="0080332C"/>
    <w:rsid w:val="00820476"/>
    <w:rsid w:val="008209D0"/>
    <w:rsid w:val="00823426"/>
    <w:rsid w:val="00824F70"/>
    <w:rsid w:val="00826C30"/>
    <w:rsid w:val="00832847"/>
    <w:rsid w:val="008347ED"/>
    <w:rsid w:val="00835D7B"/>
    <w:rsid w:val="00840169"/>
    <w:rsid w:val="00842E49"/>
    <w:rsid w:val="00850677"/>
    <w:rsid w:val="00850C9A"/>
    <w:rsid w:val="0085180C"/>
    <w:rsid w:val="008518A7"/>
    <w:rsid w:val="00857AA1"/>
    <w:rsid w:val="008646FF"/>
    <w:rsid w:val="00872FEC"/>
    <w:rsid w:val="0087768E"/>
    <w:rsid w:val="008869BF"/>
    <w:rsid w:val="008910B6"/>
    <w:rsid w:val="008916B0"/>
    <w:rsid w:val="00896FBF"/>
    <w:rsid w:val="008A2D84"/>
    <w:rsid w:val="008B0B06"/>
    <w:rsid w:val="008B15B9"/>
    <w:rsid w:val="008B15F2"/>
    <w:rsid w:val="008B2DC1"/>
    <w:rsid w:val="008B5614"/>
    <w:rsid w:val="008B57A9"/>
    <w:rsid w:val="008B716C"/>
    <w:rsid w:val="008C710A"/>
    <w:rsid w:val="008E2295"/>
    <w:rsid w:val="008E291F"/>
    <w:rsid w:val="008E67B6"/>
    <w:rsid w:val="008F4033"/>
    <w:rsid w:val="009047CC"/>
    <w:rsid w:val="009254BA"/>
    <w:rsid w:val="00935AA7"/>
    <w:rsid w:val="00937847"/>
    <w:rsid w:val="00937AB6"/>
    <w:rsid w:val="009538BA"/>
    <w:rsid w:val="0096434D"/>
    <w:rsid w:val="00964A2B"/>
    <w:rsid w:val="00967B31"/>
    <w:rsid w:val="00971B4F"/>
    <w:rsid w:val="00973EC2"/>
    <w:rsid w:val="0097456A"/>
    <w:rsid w:val="00976AA8"/>
    <w:rsid w:val="00977CDD"/>
    <w:rsid w:val="009820C2"/>
    <w:rsid w:val="00984001"/>
    <w:rsid w:val="00985998"/>
    <w:rsid w:val="009921F8"/>
    <w:rsid w:val="009A4AC2"/>
    <w:rsid w:val="009C3F24"/>
    <w:rsid w:val="009C4CE3"/>
    <w:rsid w:val="009C6649"/>
    <w:rsid w:val="00A00D34"/>
    <w:rsid w:val="00A024C1"/>
    <w:rsid w:val="00A05007"/>
    <w:rsid w:val="00A10AFB"/>
    <w:rsid w:val="00A14348"/>
    <w:rsid w:val="00A20FD8"/>
    <w:rsid w:val="00A2419C"/>
    <w:rsid w:val="00A44656"/>
    <w:rsid w:val="00A60B4D"/>
    <w:rsid w:val="00A725F2"/>
    <w:rsid w:val="00A738D1"/>
    <w:rsid w:val="00A80C07"/>
    <w:rsid w:val="00AA4D7C"/>
    <w:rsid w:val="00AB0377"/>
    <w:rsid w:val="00AB3512"/>
    <w:rsid w:val="00AB519A"/>
    <w:rsid w:val="00AC3AF7"/>
    <w:rsid w:val="00AC4EC3"/>
    <w:rsid w:val="00AC6EAB"/>
    <w:rsid w:val="00AC74B5"/>
    <w:rsid w:val="00AE24E4"/>
    <w:rsid w:val="00AE3832"/>
    <w:rsid w:val="00AE4EC4"/>
    <w:rsid w:val="00AE6AE1"/>
    <w:rsid w:val="00AF39AE"/>
    <w:rsid w:val="00AF570C"/>
    <w:rsid w:val="00B151B8"/>
    <w:rsid w:val="00B21B74"/>
    <w:rsid w:val="00B2700D"/>
    <w:rsid w:val="00B3059A"/>
    <w:rsid w:val="00B30D87"/>
    <w:rsid w:val="00B32215"/>
    <w:rsid w:val="00B376EC"/>
    <w:rsid w:val="00B41882"/>
    <w:rsid w:val="00B42C2E"/>
    <w:rsid w:val="00B4758C"/>
    <w:rsid w:val="00B55CE5"/>
    <w:rsid w:val="00B74D70"/>
    <w:rsid w:val="00B83AED"/>
    <w:rsid w:val="00B864DD"/>
    <w:rsid w:val="00B87618"/>
    <w:rsid w:val="00B878FD"/>
    <w:rsid w:val="00B93E47"/>
    <w:rsid w:val="00B94066"/>
    <w:rsid w:val="00B9575A"/>
    <w:rsid w:val="00BA75FA"/>
    <w:rsid w:val="00BB7AFC"/>
    <w:rsid w:val="00BC18E3"/>
    <w:rsid w:val="00BC4FFC"/>
    <w:rsid w:val="00BE0B3A"/>
    <w:rsid w:val="00BE17AB"/>
    <w:rsid w:val="00BE279C"/>
    <w:rsid w:val="00BE49A4"/>
    <w:rsid w:val="00BF24EE"/>
    <w:rsid w:val="00C00EB7"/>
    <w:rsid w:val="00C04413"/>
    <w:rsid w:val="00C1571B"/>
    <w:rsid w:val="00C30B50"/>
    <w:rsid w:val="00C31524"/>
    <w:rsid w:val="00C40DC4"/>
    <w:rsid w:val="00C411B8"/>
    <w:rsid w:val="00C50873"/>
    <w:rsid w:val="00C52F64"/>
    <w:rsid w:val="00C54E28"/>
    <w:rsid w:val="00C706A1"/>
    <w:rsid w:val="00C74126"/>
    <w:rsid w:val="00C75FB6"/>
    <w:rsid w:val="00C84C40"/>
    <w:rsid w:val="00C87D16"/>
    <w:rsid w:val="00C90A72"/>
    <w:rsid w:val="00C94EB4"/>
    <w:rsid w:val="00CA475A"/>
    <w:rsid w:val="00CA6234"/>
    <w:rsid w:val="00CB0CEC"/>
    <w:rsid w:val="00CB5178"/>
    <w:rsid w:val="00CC1A25"/>
    <w:rsid w:val="00CD2F83"/>
    <w:rsid w:val="00CD4152"/>
    <w:rsid w:val="00CE416A"/>
    <w:rsid w:val="00CF2632"/>
    <w:rsid w:val="00CF388A"/>
    <w:rsid w:val="00CF4BDD"/>
    <w:rsid w:val="00D00ADC"/>
    <w:rsid w:val="00D019BE"/>
    <w:rsid w:val="00D020DA"/>
    <w:rsid w:val="00D03B9C"/>
    <w:rsid w:val="00D047BC"/>
    <w:rsid w:val="00D0588C"/>
    <w:rsid w:val="00D17708"/>
    <w:rsid w:val="00D26F36"/>
    <w:rsid w:val="00D27447"/>
    <w:rsid w:val="00D32465"/>
    <w:rsid w:val="00D36B1C"/>
    <w:rsid w:val="00D4127F"/>
    <w:rsid w:val="00D45993"/>
    <w:rsid w:val="00D46584"/>
    <w:rsid w:val="00D47E57"/>
    <w:rsid w:val="00D51F92"/>
    <w:rsid w:val="00D57D3F"/>
    <w:rsid w:val="00D60F44"/>
    <w:rsid w:val="00D617BE"/>
    <w:rsid w:val="00D62DFF"/>
    <w:rsid w:val="00D65D26"/>
    <w:rsid w:val="00D704EA"/>
    <w:rsid w:val="00D74528"/>
    <w:rsid w:val="00D827A3"/>
    <w:rsid w:val="00D87A2C"/>
    <w:rsid w:val="00D90875"/>
    <w:rsid w:val="00D9411B"/>
    <w:rsid w:val="00D95E64"/>
    <w:rsid w:val="00DA0A4F"/>
    <w:rsid w:val="00DB023C"/>
    <w:rsid w:val="00DB41D2"/>
    <w:rsid w:val="00DB5C68"/>
    <w:rsid w:val="00DC1428"/>
    <w:rsid w:val="00DC2635"/>
    <w:rsid w:val="00DC2D83"/>
    <w:rsid w:val="00DC59C8"/>
    <w:rsid w:val="00DC7C90"/>
    <w:rsid w:val="00DD4F31"/>
    <w:rsid w:val="00DD6460"/>
    <w:rsid w:val="00DE0BD2"/>
    <w:rsid w:val="00DE0C7D"/>
    <w:rsid w:val="00DF4030"/>
    <w:rsid w:val="00DF6060"/>
    <w:rsid w:val="00DF7E9F"/>
    <w:rsid w:val="00E05A8D"/>
    <w:rsid w:val="00E12C79"/>
    <w:rsid w:val="00E13C03"/>
    <w:rsid w:val="00E157FB"/>
    <w:rsid w:val="00E1759D"/>
    <w:rsid w:val="00E22C3C"/>
    <w:rsid w:val="00E2347A"/>
    <w:rsid w:val="00E32C43"/>
    <w:rsid w:val="00E33637"/>
    <w:rsid w:val="00E42E44"/>
    <w:rsid w:val="00E4415D"/>
    <w:rsid w:val="00E51C77"/>
    <w:rsid w:val="00E55FCD"/>
    <w:rsid w:val="00E567BB"/>
    <w:rsid w:val="00E645F5"/>
    <w:rsid w:val="00E76F08"/>
    <w:rsid w:val="00E841F7"/>
    <w:rsid w:val="00EA1D51"/>
    <w:rsid w:val="00EB17A3"/>
    <w:rsid w:val="00EC21E2"/>
    <w:rsid w:val="00EC6313"/>
    <w:rsid w:val="00ED13FD"/>
    <w:rsid w:val="00ED5338"/>
    <w:rsid w:val="00ED724B"/>
    <w:rsid w:val="00EF2B75"/>
    <w:rsid w:val="00EF4F0A"/>
    <w:rsid w:val="00F02330"/>
    <w:rsid w:val="00F02CBE"/>
    <w:rsid w:val="00F12E2A"/>
    <w:rsid w:val="00F13291"/>
    <w:rsid w:val="00F15B45"/>
    <w:rsid w:val="00F16EEA"/>
    <w:rsid w:val="00F24752"/>
    <w:rsid w:val="00F33207"/>
    <w:rsid w:val="00F34F5A"/>
    <w:rsid w:val="00F35396"/>
    <w:rsid w:val="00F41205"/>
    <w:rsid w:val="00F45BFE"/>
    <w:rsid w:val="00F47A9D"/>
    <w:rsid w:val="00F47D42"/>
    <w:rsid w:val="00F549C8"/>
    <w:rsid w:val="00F5645F"/>
    <w:rsid w:val="00F71604"/>
    <w:rsid w:val="00F71611"/>
    <w:rsid w:val="00F71C72"/>
    <w:rsid w:val="00F75E83"/>
    <w:rsid w:val="00F8354C"/>
    <w:rsid w:val="00F83A20"/>
    <w:rsid w:val="00F840F9"/>
    <w:rsid w:val="00F84197"/>
    <w:rsid w:val="00F86620"/>
    <w:rsid w:val="00F97C48"/>
    <w:rsid w:val="00FA1C7E"/>
    <w:rsid w:val="00FB34BC"/>
    <w:rsid w:val="00FB3A38"/>
    <w:rsid w:val="00FB7475"/>
    <w:rsid w:val="00FC1802"/>
    <w:rsid w:val="00FD1C3F"/>
    <w:rsid w:val="00FD358B"/>
    <w:rsid w:val="00FF0A4D"/>
    <w:rsid w:val="00FF5C4A"/>
    <w:rsid w:val="00FF6AD3"/>
    <w:rsid w:val="00FF7153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basedOn w:val="Norml"/>
    <w:qFormat/>
    <w:rsid w:val="00556528"/>
    <w:pPr>
      <w:jc w:val="both"/>
    </w:pPr>
    <w:rPr>
      <w:rFonts w:ascii="Arial" w:hAnsi="Arial" w:cs="Arial"/>
      <w:b/>
      <w:bCs/>
      <w:caps/>
      <w:color w:val="FFFFFF" w:themeColor="background1"/>
      <w:spacing w:val="20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556528"/>
    <w:pPr>
      <w:spacing w:after="0" w:line="240" w:lineRule="auto"/>
    </w:pPr>
    <w:rPr>
      <w:rFonts w:ascii="Arial" w:hAnsi="Arial" w:cs="Arial"/>
      <w:caps/>
      <w:color w:val="FFFFFF" w:themeColor="background1"/>
      <w:spacing w:val="10"/>
      <w:sz w:val="72"/>
      <w:szCs w:val="72"/>
    </w:rPr>
  </w:style>
  <w:style w:type="paragraph" w:customStyle="1" w:styleId="H1">
    <w:name w:val="H1"/>
    <w:basedOn w:val="Cm-Pozci"/>
    <w:qFormat/>
    <w:rsid w:val="00556528"/>
    <w:pPr>
      <w:spacing w:after="0"/>
      <w:jc w:val="left"/>
    </w:pPr>
    <w:rPr>
      <w:b w:val="0"/>
      <w:bCs w:val="0"/>
      <w:color w:val="00ACEF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6911C3"/>
    <w:pPr>
      <w:spacing w:after="120" w:line="276" w:lineRule="auto"/>
    </w:pPr>
    <w:rPr>
      <w:rFonts w:ascii="Arial" w:eastAsia="Calibri" w:hAnsi="Arial" w:cs="Arial"/>
      <w:color w:val="404040" w:themeColor="text1" w:themeTint="BF"/>
      <w:sz w:val="18"/>
      <w:szCs w:val="18"/>
    </w:rPr>
  </w:style>
  <w:style w:type="paragraph" w:customStyle="1" w:styleId="Felsorols1">
    <w:name w:val="Felsorolás1"/>
    <w:basedOn w:val="Folyszveg"/>
    <w:qFormat/>
    <w:rsid w:val="001B18F6"/>
    <w:pPr>
      <w:numPr>
        <w:numId w:val="26"/>
      </w:numPr>
      <w:spacing w:after="0"/>
    </w:pPr>
  </w:style>
  <w:style w:type="paragraph" w:customStyle="1" w:styleId="H2">
    <w:name w:val="H2"/>
    <w:basedOn w:val="Cm-Pozci"/>
    <w:qFormat/>
    <w:rsid w:val="009C4CE3"/>
    <w:pPr>
      <w:spacing w:after="120"/>
      <w:jc w:val="left"/>
    </w:pPr>
    <w:rPr>
      <w:b w:val="0"/>
      <w:bCs w:val="0"/>
      <w:color w:val="000000" w:themeColor="text1"/>
      <w:sz w:val="16"/>
      <w:szCs w:val="16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9C4CE3"/>
    <w:pPr>
      <w:spacing w:after="60"/>
      <w:jc w:val="left"/>
    </w:pPr>
    <w:rPr>
      <w:caps w:val="0"/>
      <w:color w:val="00ACEF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bekezds">
    <w:name w:val="List Paragraph"/>
    <w:basedOn w:val="Norm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6B53BD"/>
    <w:pPr>
      <w:spacing w:after="12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6B53BD"/>
    <w:pPr>
      <w:spacing w:after="240"/>
    </w:pPr>
    <w:rPr>
      <w:rFonts w:ascii="Roboto" w:hAnsi="Roboto"/>
      <w:b/>
      <w:bCs/>
      <w:color w:val="00ACEF"/>
    </w:rPr>
  </w:style>
  <w:style w:type="paragraph" w:styleId="NormlWeb">
    <w:name w:val="Normal (Web)"/>
    <w:basedOn w:val="Norm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zvegtrzs">
    <w:name w:val="Body Text"/>
    <w:basedOn w:val="Norml"/>
    <w:link w:val="SzvegtrzsChar"/>
    <w:uiPriority w:val="1"/>
    <w:qFormat/>
    <w:rsid w:val="007C336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7C3364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svg"/><Relationship Id="rId17" Type="http://schemas.openxmlformats.org/officeDocument/2006/relationships/image" Target="media/image11.svg"/><Relationship Id="rId18" Type="http://schemas.openxmlformats.org/officeDocument/2006/relationships/image" Target="media/image5.png"/><Relationship Id="rId19" Type="http://schemas.openxmlformats.org/officeDocument/2006/relationships/image" Target="media/image6.png"/><Relationship Id="rId20" Type="http://schemas.openxmlformats.org/officeDocument/2006/relationships/image" Target="media/image7.png"/><Relationship Id="rId21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4.png"/><Relationship Id="rId22" Type="http://schemas.openxmlformats.org/officeDocument/2006/relationships/footer" Target="footer1.xml"/><Relationship Id="rId23" Type="http://schemas.openxmlformats.org/officeDocument/2006/relationships/fontTable" Target="fontTable.xml"/><Relationship Id="rId2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0B1BE7A-74D0-4645-91E3-C5E716B8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176</TotalTime>
  <Pages>2</Pages>
  <Words>641</Words>
  <Characters>4423</Characters>
  <Application>Microsoft Macintosh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214</cp:revision>
  <cp:lastPrinted>2019-10-23T14:09:00Z</cp:lastPrinted>
  <dcterms:created xsi:type="dcterms:W3CDTF">2019-11-18T07:43:00Z</dcterms:created>
  <dcterms:modified xsi:type="dcterms:W3CDTF">2019-11-19T15:25:00Z</dcterms:modified>
</cp:coreProperties>
</file>